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D106E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03A2DB" w14:textId="77777777" w:rsidTr="00CA2922">
        <w:trPr>
          <w:tblHeader/>
        </w:trPr>
        <w:tc>
          <w:tcPr>
            <w:tcW w:w="2689" w:type="dxa"/>
          </w:tcPr>
          <w:p w14:paraId="300BF31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78F2B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0C8BE62" w14:textId="77777777" w:rsidTr="00CA2922">
        <w:tc>
          <w:tcPr>
            <w:tcW w:w="2689" w:type="dxa"/>
          </w:tcPr>
          <w:p w14:paraId="528B7FA1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1F03D0">
              <w:t>1</w:t>
            </w:r>
          </w:p>
        </w:tc>
        <w:tc>
          <w:tcPr>
            <w:tcW w:w="6939" w:type="dxa"/>
          </w:tcPr>
          <w:p w14:paraId="4CAC15AF" w14:textId="06774DA4" w:rsidR="00F1480E" w:rsidRPr="00CC451E" w:rsidRDefault="001F03D0" w:rsidP="00CC451E">
            <w:pPr>
              <w:pStyle w:val="SIText"/>
            </w:pPr>
            <w:r w:rsidRPr="00977DA7">
              <w:t xml:space="preserve">This version released with FBP Food, Beverage and Pharmaceutical Training Package version </w:t>
            </w:r>
            <w:r w:rsidR="006E30CC">
              <w:t>6</w:t>
            </w:r>
            <w:r>
              <w:t>.0</w:t>
            </w:r>
          </w:p>
        </w:tc>
      </w:tr>
    </w:tbl>
    <w:p w14:paraId="303C66F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4F5F77" w14:textId="77777777" w:rsidTr="000D7BE6">
        <w:tc>
          <w:tcPr>
            <w:tcW w:w="1396" w:type="pct"/>
            <w:shd w:val="clear" w:color="auto" w:fill="auto"/>
          </w:tcPr>
          <w:p w14:paraId="18477990" w14:textId="25351284" w:rsidR="00F1480E" w:rsidRPr="00923720" w:rsidRDefault="00641B10" w:rsidP="00923720">
            <w:pPr>
              <w:pStyle w:val="SIQUALCODE"/>
            </w:pPr>
            <w:r w:rsidRPr="00D15235">
              <w:t>FBP2</w:t>
            </w:r>
            <w:r w:rsidRPr="00641B10">
              <w:t>X120</w:t>
            </w:r>
          </w:p>
        </w:tc>
        <w:tc>
          <w:tcPr>
            <w:tcW w:w="3604" w:type="pct"/>
            <w:shd w:val="clear" w:color="auto" w:fill="auto"/>
          </w:tcPr>
          <w:p w14:paraId="090F4825" w14:textId="45F41EDB" w:rsidR="00F1480E" w:rsidRPr="00923720" w:rsidRDefault="001F03D0" w:rsidP="00A772D9">
            <w:pPr>
              <w:pStyle w:val="SIQUALtitle"/>
            </w:pPr>
            <w:r w:rsidRPr="00977DA7">
              <w:t>Certificate II in Food Processing</w:t>
            </w:r>
            <w:r w:rsidR="00532C5B">
              <w:t xml:space="preserve"> </w:t>
            </w:r>
          </w:p>
        </w:tc>
      </w:tr>
      <w:tr w:rsidR="00A772D9" w:rsidRPr="00963A46" w14:paraId="7D85CE5C" w14:textId="77777777" w:rsidTr="000D7BE6">
        <w:tc>
          <w:tcPr>
            <w:tcW w:w="5000" w:type="pct"/>
            <w:gridSpan w:val="2"/>
            <w:shd w:val="clear" w:color="auto" w:fill="auto"/>
          </w:tcPr>
          <w:p w14:paraId="420E13E9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52552C5" w14:textId="0A4192F9" w:rsidR="00FA46FB" w:rsidRDefault="00A772D9" w:rsidP="00F07C48">
            <w:pPr>
              <w:pStyle w:val="SIText"/>
            </w:pPr>
            <w:r w:rsidRPr="00F07C48">
              <w:t xml:space="preserve">This qualification </w:t>
            </w:r>
            <w:r w:rsidR="00F8438C">
              <w:t xml:space="preserve">describes the skills and knowledge required for </w:t>
            </w:r>
            <w:r w:rsidR="00FA46FB">
              <w:t>those</w:t>
            </w:r>
            <w:r w:rsidR="00F8438C">
              <w:t xml:space="preserve"> who work in operational roles</w:t>
            </w:r>
            <w:r w:rsidR="00FA46FB">
              <w:t>,</w:t>
            </w:r>
            <w:r w:rsidR="00F8438C">
              <w:t xml:space="preserve"> under supervision</w:t>
            </w:r>
            <w:r w:rsidR="00FA46FB">
              <w:t xml:space="preserve">, in a food processing environment. </w:t>
            </w:r>
            <w:r w:rsidR="0060252F">
              <w:t xml:space="preserve">At this level, workers have the technical skills to use a limited range of </w:t>
            </w:r>
            <w:r w:rsidR="00277675">
              <w:t xml:space="preserve">machinery and/or </w:t>
            </w:r>
            <w:r w:rsidR="0060252F">
              <w:t xml:space="preserve">equipment to process food and carry out routine tasks guided by established procedures. </w:t>
            </w:r>
          </w:p>
          <w:p w14:paraId="46FFA8A5" w14:textId="77777777" w:rsidR="00FA46FB" w:rsidRDefault="00FA46FB" w:rsidP="00F07C48">
            <w:pPr>
              <w:pStyle w:val="SIText"/>
            </w:pPr>
          </w:p>
          <w:p w14:paraId="59F71B80" w14:textId="2C674783" w:rsidR="004339BA" w:rsidRPr="00A00C40" w:rsidRDefault="004339BA" w:rsidP="004339BA">
            <w:pPr>
              <w:pStyle w:val="SIText"/>
            </w:pPr>
            <w:r>
              <w:t xml:space="preserve">Users should note there are specialist </w:t>
            </w:r>
            <w:r w:rsidRPr="00A00C40">
              <w:t xml:space="preserve">components that cover </w:t>
            </w:r>
            <w:r>
              <w:t xml:space="preserve">the </w:t>
            </w:r>
            <w:r w:rsidRPr="00A00C40">
              <w:t xml:space="preserve">processing </w:t>
            </w:r>
            <w:r>
              <w:t xml:space="preserve">of </w:t>
            </w:r>
            <w:r w:rsidRPr="00A00C40">
              <w:t xml:space="preserve">meat in the </w:t>
            </w:r>
            <w:r w:rsidRPr="00277675">
              <w:rPr>
                <w:rStyle w:val="SIText-Italic"/>
              </w:rPr>
              <w:t>AMP Meat Processing Training Package</w:t>
            </w:r>
            <w:r w:rsidRPr="00A00C40">
              <w:t xml:space="preserve">, and specialist components </w:t>
            </w:r>
            <w:r>
              <w:t>that</w:t>
            </w:r>
            <w:r w:rsidRPr="00A00C40">
              <w:t xml:space="preserve"> cover the processing of seafood in the </w:t>
            </w:r>
            <w:r w:rsidRPr="00277675">
              <w:rPr>
                <w:rStyle w:val="SIText-Italic"/>
              </w:rPr>
              <w:t>SFI Seafood Industry Training Package</w:t>
            </w:r>
            <w:r w:rsidRPr="00A00C40">
              <w:t>.</w:t>
            </w:r>
          </w:p>
          <w:p w14:paraId="1AF341C7" w14:textId="77E6EA84" w:rsidR="00DF3550" w:rsidRDefault="00DF3550" w:rsidP="0060252F">
            <w:pPr>
              <w:pStyle w:val="SIText"/>
            </w:pPr>
          </w:p>
          <w:p w14:paraId="11CEE277" w14:textId="195B56A1" w:rsidR="0060252F" w:rsidRPr="0060252F" w:rsidRDefault="0060252F" w:rsidP="0060252F">
            <w:pPr>
              <w:pStyle w:val="SIText"/>
            </w:pPr>
            <w:r w:rsidRPr="0060252F">
              <w:t xml:space="preserve">All work must be carried out to comply with workplace procedures, in accordance with </w:t>
            </w:r>
            <w:r w:rsidR="006E30CC">
              <w:t>s</w:t>
            </w:r>
            <w:r w:rsidRPr="0060252F">
              <w:t>tate/</w:t>
            </w:r>
            <w:r w:rsidR="006E30CC">
              <w:t>t</w:t>
            </w:r>
            <w:r w:rsidRPr="0060252F">
              <w:t>erritory food safety, and health and safety codes, regulations and legislation that apply to the workplace.</w:t>
            </w:r>
          </w:p>
          <w:p w14:paraId="20D7CC8C" w14:textId="77777777" w:rsidR="0060252F" w:rsidRDefault="0060252F" w:rsidP="00527F90">
            <w:pPr>
              <w:pStyle w:val="SIText"/>
            </w:pPr>
          </w:p>
          <w:p w14:paraId="60E94275" w14:textId="7246A94F" w:rsidR="00FA46FB" w:rsidRPr="00527F90" w:rsidRDefault="00856837" w:rsidP="00527F90">
            <w:pPr>
              <w:pStyle w:val="SIText"/>
            </w:pPr>
            <w:r w:rsidRPr="00527F90">
              <w:t>No licensing, legislative or certification requirements apply to this qualification</w:t>
            </w:r>
            <w:r w:rsidR="00EB58C7" w:rsidRPr="00527F90">
              <w:t xml:space="preserve"> at the time of publication.</w:t>
            </w:r>
          </w:p>
          <w:p w14:paraId="75133930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7B12489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14A9D3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67E9302" w14:textId="77777777" w:rsidR="00E048B1" w:rsidRDefault="00E048B1" w:rsidP="00894FBB">
            <w:pPr>
              <w:pStyle w:val="SIText"/>
            </w:pPr>
          </w:p>
          <w:p w14:paraId="70DAA4DE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0EF3BD48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574DDEF5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21D36A26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469BE72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65FEC716" w14:textId="112F36D9" w:rsidR="004270D2" w:rsidRDefault="001F03D0" w:rsidP="001F28F9">
            <w:pPr>
              <w:pStyle w:val="SIBulletList1"/>
            </w:pPr>
            <w:r>
              <w:t>13</w:t>
            </w:r>
            <w:r w:rsidR="004270D2">
              <w:t xml:space="preserve"> units of competency:</w:t>
            </w:r>
          </w:p>
          <w:p w14:paraId="7A28789F" w14:textId="1F1354D7" w:rsidR="004270D2" w:rsidRPr="000C490A" w:rsidRDefault="001C0908" w:rsidP="004545D5">
            <w:pPr>
              <w:pStyle w:val="SIBulletList2"/>
            </w:pPr>
            <w:r>
              <w:t>4</w:t>
            </w:r>
            <w:r w:rsidRPr="000C490A">
              <w:t xml:space="preserve"> </w:t>
            </w:r>
            <w:r w:rsidR="004270D2" w:rsidRPr="000C490A">
              <w:t>core units plus</w:t>
            </w:r>
          </w:p>
          <w:p w14:paraId="7DA85F99" w14:textId="7C901869" w:rsidR="004270D2" w:rsidRDefault="001C0908" w:rsidP="004545D5">
            <w:pPr>
              <w:pStyle w:val="SIBulletList2"/>
            </w:pPr>
            <w:r>
              <w:t>9</w:t>
            </w:r>
            <w:r w:rsidRPr="000C490A">
              <w:t xml:space="preserve"> </w:t>
            </w:r>
            <w:r w:rsidR="004270D2" w:rsidRPr="000C490A">
              <w:t>elective units.</w:t>
            </w:r>
          </w:p>
          <w:p w14:paraId="3F6869E4" w14:textId="77777777" w:rsidR="004270D2" w:rsidRPr="00E048B1" w:rsidRDefault="004270D2" w:rsidP="00E048B1">
            <w:pPr>
              <w:pStyle w:val="SIText"/>
            </w:pPr>
          </w:p>
          <w:p w14:paraId="23B32CAB" w14:textId="677ED307" w:rsidR="004270D2" w:rsidRPr="000C490A" w:rsidRDefault="004270D2" w:rsidP="00CA303F">
            <w:pPr>
              <w:pStyle w:val="SIText"/>
            </w:pP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BD90EC3" w14:textId="08095667" w:rsidR="004270D2" w:rsidRDefault="004270D2" w:rsidP="00856837">
            <w:pPr>
              <w:pStyle w:val="SIBulletList1"/>
            </w:pPr>
            <w:r w:rsidRPr="000C490A">
              <w:t xml:space="preserve">at least </w:t>
            </w:r>
            <w:r w:rsidR="001C0908">
              <w:t>5</w:t>
            </w:r>
            <w:r w:rsidR="001C0908" w:rsidRPr="000C490A">
              <w:t xml:space="preserve"> </w:t>
            </w:r>
            <w:r w:rsidR="00AA6B1C">
              <w:t xml:space="preserve">units </w:t>
            </w:r>
            <w:r w:rsidRPr="000C490A">
              <w:t xml:space="preserve">from </w:t>
            </w:r>
            <w:r w:rsidR="00C31D5C">
              <w:t>Group A</w:t>
            </w:r>
            <w:r w:rsidR="008724D8">
              <w:t xml:space="preserve"> </w:t>
            </w:r>
          </w:p>
          <w:p w14:paraId="2D825CBD" w14:textId="69445A86" w:rsidR="00C31D5C" w:rsidRPr="000C490A" w:rsidRDefault="00C31D5C" w:rsidP="00856837">
            <w:pPr>
              <w:pStyle w:val="SIBulletList1"/>
            </w:pPr>
            <w:r>
              <w:t xml:space="preserve">up to </w:t>
            </w:r>
            <w:r w:rsidR="006479E9">
              <w:t xml:space="preserve">3 </w:t>
            </w:r>
            <w:r w:rsidR="00AA6B1C">
              <w:t>units</w:t>
            </w:r>
            <w:r>
              <w:t xml:space="preserve"> from Group B</w:t>
            </w:r>
            <w:r w:rsidR="000C6437">
              <w:t xml:space="preserve"> </w:t>
            </w:r>
          </w:p>
          <w:p w14:paraId="61182C0D" w14:textId="509E66D6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6479E9">
              <w:t>3</w:t>
            </w:r>
            <w:r w:rsidR="00323FEA">
              <w:t xml:space="preserve"> </w:t>
            </w:r>
            <w:r w:rsidR="00AA6B1C">
              <w:t>units</w:t>
            </w:r>
            <w:r w:rsidRPr="000C490A">
              <w:t xml:space="preserve"> from any currently endorsed Training Package or accredited course</w:t>
            </w:r>
            <w:r w:rsidR="0052547E">
              <w:t>.</w:t>
            </w:r>
            <w:r w:rsidR="00323FEA" w:rsidRPr="001F087A">
              <w:t xml:space="preserve"> </w:t>
            </w:r>
            <w:r w:rsidR="00323FEA" w:rsidRPr="00323FEA">
              <w:t>Elective units must ensure the integrity of the qualification’s Australian Qualification Framework (AQF) alignment and contribute to a valid, industry-supported vocational outcome.</w:t>
            </w:r>
          </w:p>
          <w:p w14:paraId="775EC70F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7DABD58" w14:textId="18576D38" w:rsidR="007647DA" w:rsidRPr="007647DA" w:rsidRDefault="004270D2" w:rsidP="00277675">
            <w:pPr>
              <w:pStyle w:val="SITextHeading2"/>
              <w:rPr>
                <w:rStyle w:val="SITemporarytext-red"/>
                <w:lang w:eastAsia="en-AU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42"/>
              <w:gridCol w:w="5463"/>
            </w:tblGrid>
            <w:tr w:rsidR="008A2EF1" w:rsidRPr="005C7EA8" w14:paraId="658D9EF4" w14:textId="5594C93E" w:rsidTr="007647DA">
              <w:tc>
                <w:tcPr>
                  <w:tcW w:w="1642" w:type="dxa"/>
                </w:tcPr>
                <w:p w14:paraId="255628A9" w14:textId="3E04167B" w:rsidR="008A2EF1" w:rsidRPr="007647DA" w:rsidRDefault="008A2EF1" w:rsidP="007647DA">
                  <w:pPr>
                    <w:pStyle w:val="SIText"/>
                  </w:pPr>
                  <w:r w:rsidRPr="00502CD7">
                    <w:t>FBPWHS2001</w:t>
                  </w:r>
                </w:p>
              </w:tc>
              <w:tc>
                <w:tcPr>
                  <w:tcW w:w="5463" w:type="dxa"/>
                </w:tcPr>
                <w:p w14:paraId="7562ACD7" w14:textId="37C709B1" w:rsidR="008A2EF1" w:rsidRPr="007647DA" w:rsidRDefault="008A2EF1" w:rsidP="007647DA">
                  <w:pPr>
                    <w:pStyle w:val="SIText"/>
                  </w:pPr>
                  <w:r w:rsidRPr="00502CD7">
                    <w:t>Participate in work health and safety processes</w:t>
                  </w:r>
                </w:p>
              </w:tc>
            </w:tr>
            <w:tr w:rsidR="008A2EF1" w:rsidRPr="005C7EA8" w14:paraId="08840324" w14:textId="3CB1DD97" w:rsidTr="007647DA">
              <w:tc>
                <w:tcPr>
                  <w:tcW w:w="1642" w:type="dxa"/>
                </w:tcPr>
                <w:p w14:paraId="0517D162" w14:textId="161C5782" w:rsidR="008A2EF1" w:rsidRPr="007647DA" w:rsidRDefault="008A2EF1" w:rsidP="007647DA">
                  <w:pPr>
                    <w:pStyle w:val="SIText"/>
                  </w:pPr>
                  <w:r w:rsidRPr="00502CD7">
                    <w:t>FBPFSY2001</w:t>
                  </w:r>
                </w:p>
              </w:tc>
              <w:tc>
                <w:tcPr>
                  <w:tcW w:w="5463" w:type="dxa"/>
                </w:tcPr>
                <w:p w14:paraId="7DC84ECD" w14:textId="0FD2E927" w:rsidR="008A2EF1" w:rsidRPr="007647DA" w:rsidRDefault="008A2EF1">
                  <w:pPr>
                    <w:pStyle w:val="SIText"/>
                  </w:pPr>
                  <w:r w:rsidRPr="00277675">
                    <w:rPr>
                      <w:rStyle w:val="SITemporarytext-green"/>
                      <w:color w:val="auto"/>
                      <w:sz w:val="20"/>
                    </w:rPr>
                    <w:t xml:space="preserve">Implement </w:t>
                  </w:r>
                  <w:r w:rsidRPr="00502CD7">
                    <w:t>the food safety program and procedures</w:t>
                  </w:r>
                </w:p>
              </w:tc>
            </w:tr>
            <w:tr w:rsidR="008A2EF1" w:rsidRPr="005C7EA8" w14:paraId="33EF52E5" w14:textId="5E198F7A" w:rsidTr="007647DA">
              <w:tc>
                <w:tcPr>
                  <w:tcW w:w="1642" w:type="dxa"/>
                </w:tcPr>
                <w:p w14:paraId="1CC455AF" w14:textId="2DFBDCE6" w:rsidR="008A2EF1" w:rsidRPr="007647DA" w:rsidRDefault="008A2EF1" w:rsidP="007647DA">
                  <w:pPr>
                    <w:pStyle w:val="SIText"/>
                  </w:pPr>
                  <w:r w:rsidRPr="00F8438C">
                    <w:t>FBPOPR2071</w:t>
                  </w:r>
                </w:p>
              </w:tc>
              <w:tc>
                <w:tcPr>
                  <w:tcW w:w="5463" w:type="dxa"/>
                </w:tcPr>
                <w:p w14:paraId="3317D266" w14:textId="32562E69" w:rsidR="008A2EF1" w:rsidRPr="007647DA" w:rsidRDefault="008A2EF1" w:rsidP="007647DA">
                  <w:pPr>
                    <w:pStyle w:val="SIText"/>
                  </w:pPr>
                  <w:r w:rsidRPr="00F8438C">
                    <w:t>Provide and apply workplace information</w:t>
                  </w:r>
                </w:p>
              </w:tc>
            </w:tr>
            <w:tr w:rsidR="008A2EF1" w:rsidRPr="005C7EA8" w14:paraId="72025522" w14:textId="77777777" w:rsidTr="007647DA">
              <w:tc>
                <w:tcPr>
                  <w:tcW w:w="1642" w:type="dxa"/>
                </w:tcPr>
                <w:p w14:paraId="735BEC92" w14:textId="70F7AC41" w:rsidR="008A2EF1" w:rsidRPr="00F8438C" w:rsidRDefault="008A2EF1" w:rsidP="007647DA">
                  <w:pPr>
                    <w:pStyle w:val="SIText"/>
                  </w:pPr>
                  <w:r w:rsidRPr="00A94E9E">
                    <w:t>FBPOPR2XX1</w:t>
                  </w:r>
                </w:p>
              </w:tc>
              <w:tc>
                <w:tcPr>
                  <w:tcW w:w="5463" w:type="dxa"/>
                </w:tcPr>
                <w:p w14:paraId="288F8DE3" w14:textId="774FC17A" w:rsidR="008A2EF1" w:rsidRPr="00F8438C" w:rsidRDefault="008A2EF1" w:rsidP="007647DA">
                  <w:pPr>
                    <w:pStyle w:val="SIText"/>
                  </w:pPr>
                  <w:r w:rsidRPr="00A94E9E">
                    <w:t xml:space="preserve">Follow procedures to maintain </w:t>
                  </w:r>
                  <w:r w:rsidR="00361F6C">
                    <w:t>g</w:t>
                  </w:r>
                  <w:r w:rsidR="00361F6C" w:rsidRPr="00A94E9E">
                    <w:t xml:space="preserve">ood </w:t>
                  </w:r>
                  <w:r w:rsidR="00361F6C">
                    <w:t>m</w:t>
                  </w:r>
                  <w:r w:rsidR="00361F6C" w:rsidRPr="00A94E9E">
                    <w:t xml:space="preserve">anufacturing </w:t>
                  </w:r>
                  <w:r w:rsidR="00361F6C">
                    <w:t>p</w:t>
                  </w:r>
                  <w:r w:rsidR="00361F6C" w:rsidRPr="00A94E9E">
                    <w:t xml:space="preserve">ractice </w:t>
                  </w:r>
                  <w:r w:rsidRPr="00A94E9E">
                    <w:t>in food processing</w:t>
                  </w:r>
                </w:p>
              </w:tc>
            </w:tr>
          </w:tbl>
          <w:p w14:paraId="59584317" w14:textId="77777777" w:rsidR="00CF55C3" w:rsidRPr="00CF55C3" w:rsidRDefault="00CF55C3" w:rsidP="00CF55C3">
            <w:pPr>
              <w:rPr>
                <w:lang w:eastAsia="en-US"/>
              </w:rPr>
            </w:pPr>
          </w:p>
          <w:p w14:paraId="0C85884C" w14:textId="26AF80D6" w:rsidR="006479E9" w:rsidRDefault="004270D2">
            <w:pPr>
              <w:pStyle w:val="SITextHeading2"/>
            </w:pPr>
            <w:r w:rsidRPr="00894FBB">
              <w:t>Elective Units</w:t>
            </w:r>
          </w:p>
          <w:p w14:paraId="7DC39ADF" w14:textId="11FEDA37" w:rsidR="00C31D5C" w:rsidRPr="00C31D5C" w:rsidRDefault="006479E9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69"/>
              <w:gridCol w:w="5477"/>
            </w:tblGrid>
            <w:tr w:rsidR="008A2EF1" w:rsidRPr="00EC10C0" w14:paraId="43CEC026" w14:textId="77777777" w:rsidTr="00C31D5C">
              <w:tc>
                <w:tcPr>
                  <w:tcW w:w="1769" w:type="dxa"/>
                </w:tcPr>
                <w:p w14:paraId="22B7A8A7" w14:textId="77777777" w:rsidR="008A2EF1" w:rsidRPr="00D75D8D" w:rsidRDefault="008A2EF1" w:rsidP="00872DC3">
                  <w:pPr>
                    <w:pStyle w:val="SIText"/>
                  </w:pPr>
                  <w:r w:rsidRPr="00EC10C0">
                    <w:t xml:space="preserve">AMPX219 </w:t>
                  </w:r>
                </w:p>
              </w:tc>
              <w:tc>
                <w:tcPr>
                  <w:tcW w:w="5477" w:type="dxa"/>
                </w:tcPr>
                <w:p w14:paraId="7ACDD1CD" w14:textId="77777777" w:rsidR="008A2EF1" w:rsidRPr="00D75D8D" w:rsidRDefault="008A2EF1" w:rsidP="00872DC3">
                  <w:pPr>
                    <w:pStyle w:val="SIText"/>
                  </w:pPr>
                  <w:r w:rsidRPr="00EC10C0">
                    <w:t>Follow electronic labelling and traceability systems in a food processing environment</w:t>
                  </w:r>
                </w:p>
              </w:tc>
            </w:tr>
            <w:tr w:rsidR="008A2EF1" w:rsidRPr="00EC10C0" w14:paraId="3376A562" w14:textId="77777777" w:rsidTr="00C31D5C">
              <w:tc>
                <w:tcPr>
                  <w:tcW w:w="1769" w:type="dxa"/>
                </w:tcPr>
                <w:p w14:paraId="6DAE4892" w14:textId="77777777" w:rsidR="008A2EF1" w:rsidRPr="00A02100" w:rsidRDefault="008A2EF1" w:rsidP="00872DC3">
                  <w:pPr>
                    <w:pStyle w:val="SIText"/>
                  </w:pPr>
                  <w:r w:rsidRPr="00EC10C0">
                    <w:t xml:space="preserve">BSBWOR204  </w:t>
                  </w:r>
                </w:p>
              </w:tc>
              <w:tc>
                <w:tcPr>
                  <w:tcW w:w="5477" w:type="dxa"/>
                </w:tcPr>
                <w:p w14:paraId="5222EFEA" w14:textId="77777777" w:rsidR="008A2EF1" w:rsidRPr="00A02100" w:rsidRDefault="008A2EF1" w:rsidP="00872DC3">
                  <w:pPr>
                    <w:pStyle w:val="SIText"/>
                  </w:pPr>
                  <w:r w:rsidRPr="00EC10C0">
                    <w:t>Use business technology</w:t>
                  </w:r>
                </w:p>
              </w:tc>
            </w:tr>
            <w:tr w:rsidR="008A2EF1" w:rsidRPr="00EC10C0" w14:paraId="24F7DE01" w14:textId="77777777" w:rsidTr="00C31D5C">
              <w:tc>
                <w:tcPr>
                  <w:tcW w:w="1769" w:type="dxa"/>
                </w:tcPr>
                <w:p w14:paraId="69B35F2A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FBPBEV2XX1</w:t>
                  </w:r>
                </w:p>
              </w:tc>
              <w:tc>
                <w:tcPr>
                  <w:tcW w:w="5477" w:type="dxa"/>
                </w:tcPr>
                <w:p w14:paraId="2156C1CD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Identify key stages and beer production equipment in a brewery</w:t>
                  </w:r>
                </w:p>
              </w:tc>
            </w:tr>
            <w:tr w:rsidR="008A2EF1" w:rsidRPr="00EC10C0" w14:paraId="7FA837BD" w14:textId="77777777" w:rsidTr="00C31D5C">
              <w:tc>
                <w:tcPr>
                  <w:tcW w:w="1769" w:type="dxa"/>
                </w:tcPr>
                <w:p w14:paraId="540C81A3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FBPBPG2XX1</w:t>
                  </w:r>
                </w:p>
              </w:tc>
              <w:tc>
                <w:tcPr>
                  <w:tcW w:w="5477" w:type="dxa"/>
                </w:tcPr>
                <w:p w14:paraId="7ED629AC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Operate a beverage packaging process</w:t>
                  </w:r>
                </w:p>
              </w:tc>
            </w:tr>
            <w:tr w:rsidR="008A2EF1" w:rsidRPr="00EC10C0" w14:paraId="7698AA87" w14:textId="77777777" w:rsidTr="00C31D5C">
              <w:tc>
                <w:tcPr>
                  <w:tcW w:w="1769" w:type="dxa"/>
                </w:tcPr>
                <w:p w14:paraId="736F3F06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FBP</w:t>
                  </w:r>
                  <w:r w:rsidRPr="00872DC3">
                    <w:rPr>
                      <w:rStyle w:val="SITemporarytext-blue"/>
                      <w:color w:val="auto"/>
                      <w:sz w:val="20"/>
                    </w:rPr>
                    <w:t>BPG2XX2</w:t>
                  </w:r>
                </w:p>
              </w:tc>
              <w:tc>
                <w:tcPr>
                  <w:tcW w:w="5477" w:type="dxa"/>
                </w:tcPr>
                <w:p w14:paraId="0DD1C2A4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Operate a case packing process</w:t>
                  </w:r>
                </w:p>
              </w:tc>
            </w:tr>
            <w:tr w:rsidR="008A2EF1" w:rsidRPr="00EC10C0" w14:paraId="20EA2C1C" w14:textId="77777777" w:rsidTr="00C31D5C">
              <w:tc>
                <w:tcPr>
                  <w:tcW w:w="1769" w:type="dxa"/>
                </w:tcPr>
                <w:p w14:paraId="372935B9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FBPBPG2XX4</w:t>
                  </w:r>
                </w:p>
              </w:tc>
              <w:tc>
                <w:tcPr>
                  <w:tcW w:w="5477" w:type="dxa"/>
                </w:tcPr>
                <w:p w14:paraId="42FED58B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Operate a fill and seal process</w:t>
                  </w:r>
                </w:p>
              </w:tc>
            </w:tr>
            <w:tr w:rsidR="008A2EF1" w:rsidRPr="00EC10C0" w14:paraId="45929BE2" w14:textId="77777777" w:rsidTr="00C31D5C">
              <w:tc>
                <w:tcPr>
                  <w:tcW w:w="1769" w:type="dxa"/>
                </w:tcPr>
                <w:p w14:paraId="4B80C8DA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FBPBPG2XX6</w:t>
                  </w:r>
                </w:p>
              </w:tc>
              <w:tc>
                <w:tcPr>
                  <w:tcW w:w="5477" w:type="dxa"/>
                </w:tcPr>
                <w:p w14:paraId="26A633EE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Operate a packaging process</w:t>
                  </w:r>
                </w:p>
              </w:tc>
            </w:tr>
            <w:tr w:rsidR="008A2EF1" w:rsidRPr="00EC10C0" w14:paraId="43C6CC56" w14:textId="77777777" w:rsidTr="00C31D5C">
              <w:tc>
                <w:tcPr>
                  <w:tcW w:w="1769" w:type="dxa"/>
                </w:tcPr>
                <w:p w14:paraId="2472F76F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FBPCON2XX1</w:t>
                  </w:r>
                </w:p>
              </w:tc>
              <w:tc>
                <w:tcPr>
                  <w:tcW w:w="5477" w:type="dxa"/>
                </w:tcPr>
                <w:p w14:paraId="698B17FE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Operate an enrobing process</w:t>
                  </w:r>
                </w:p>
              </w:tc>
            </w:tr>
            <w:tr w:rsidR="008A2EF1" w:rsidRPr="00EC10C0" w14:paraId="36574B3E" w14:textId="77777777" w:rsidTr="00C31D5C">
              <w:tc>
                <w:tcPr>
                  <w:tcW w:w="1769" w:type="dxa"/>
                </w:tcPr>
                <w:p w14:paraId="3C99CB12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FBPCON2XX2</w:t>
                  </w:r>
                </w:p>
              </w:tc>
              <w:tc>
                <w:tcPr>
                  <w:tcW w:w="5477" w:type="dxa"/>
                </w:tcPr>
                <w:p w14:paraId="7310447B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Operate a chocolate tempering process</w:t>
                  </w:r>
                </w:p>
              </w:tc>
            </w:tr>
            <w:tr w:rsidR="008A2EF1" w:rsidRPr="00EC10C0" w14:paraId="6CDAD53E" w14:textId="77777777" w:rsidTr="00C31D5C">
              <w:tc>
                <w:tcPr>
                  <w:tcW w:w="1769" w:type="dxa"/>
                </w:tcPr>
                <w:p w14:paraId="4DEE6995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FBPEGG2001X</w:t>
                  </w:r>
                </w:p>
              </w:tc>
              <w:tc>
                <w:tcPr>
                  <w:tcW w:w="5477" w:type="dxa"/>
                </w:tcPr>
                <w:p w14:paraId="4E554DB9" w14:textId="77777777" w:rsidR="008A2EF1" w:rsidRPr="00872DC3" w:rsidRDefault="008A2EF1" w:rsidP="00872DC3">
                  <w:pPr>
                    <w:pStyle w:val="SIText"/>
                  </w:pPr>
                  <w:r w:rsidRPr="00872DC3">
                    <w:t>Work on an egg grading floor</w:t>
                  </w:r>
                </w:p>
              </w:tc>
            </w:tr>
            <w:tr w:rsidR="008A2EF1" w:rsidRPr="00EC10C0" w14:paraId="1549EB70" w14:textId="77777777" w:rsidTr="00C31D5C">
              <w:tc>
                <w:tcPr>
                  <w:tcW w:w="1769" w:type="dxa"/>
                </w:tcPr>
                <w:p w14:paraId="2233AC41" w14:textId="77777777" w:rsidR="008A2EF1" w:rsidRPr="00331986" w:rsidRDefault="008A2EF1" w:rsidP="00872DC3">
                  <w:pPr>
                    <w:pStyle w:val="SIText"/>
                  </w:pPr>
                  <w:r w:rsidRPr="00EC10C0">
                    <w:t>FBPEGG2002X</w:t>
                  </w:r>
                </w:p>
              </w:tc>
              <w:tc>
                <w:tcPr>
                  <w:tcW w:w="5477" w:type="dxa"/>
                </w:tcPr>
                <w:p w14:paraId="3363EF7D" w14:textId="77777777" w:rsidR="008A2EF1" w:rsidRPr="00331986" w:rsidRDefault="008A2EF1" w:rsidP="00872DC3">
                  <w:pPr>
                    <w:pStyle w:val="SIText"/>
                  </w:pPr>
                  <w:r w:rsidRPr="00EC10C0">
                    <w:t>Operate egg grading and packing floor equipment</w:t>
                  </w:r>
                </w:p>
              </w:tc>
            </w:tr>
            <w:tr w:rsidR="008A2EF1" w:rsidRPr="00EC10C0" w14:paraId="44C2E496" w14:textId="77777777" w:rsidTr="00C31D5C">
              <w:tc>
                <w:tcPr>
                  <w:tcW w:w="1769" w:type="dxa"/>
                </w:tcPr>
                <w:p w14:paraId="4FD9DB8A" w14:textId="77777777" w:rsidR="008A2EF1" w:rsidRPr="00331986" w:rsidRDefault="008A2EF1" w:rsidP="00872DC3">
                  <w:pPr>
                    <w:pStyle w:val="SIText"/>
                  </w:pPr>
                  <w:r w:rsidRPr="00D75D8D">
                    <w:t>FBPFSY2XX1</w:t>
                  </w:r>
                </w:p>
              </w:tc>
              <w:tc>
                <w:tcPr>
                  <w:tcW w:w="5477" w:type="dxa"/>
                </w:tcPr>
                <w:p w14:paraId="73C80B48" w14:textId="77777777" w:rsidR="008A2EF1" w:rsidRPr="00331986" w:rsidRDefault="008A2EF1" w:rsidP="00872DC3">
                  <w:pPr>
                    <w:pStyle w:val="SIText"/>
                  </w:pPr>
                  <w:r w:rsidRPr="00EC10C0">
                    <w:t>Maintain food safety when loading, unloading and transporting food</w:t>
                  </w:r>
                </w:p>
              </w:tc>
            </w:tr>
            <w:tr w:rsidR="008A2EF1" w:rsidRPr="00EC10C0" w14:paraId="14577463" w14:textId="77777777" w:rsidTr="00C31D5C">
              <w:tc>
                <w:tcPr>
                  <w:tcW w:w="1769" w:type="dxa"/>
                </w:tcPr>
                <w:p w14:paraId="49300CA4" w14:textId="77777777" w:rsidR="008A2EF1" w:rsidRPr="00331986" w:rsidRDefault="008A2EF1" w:rsidP="00872DC3">
                  <w:pPr>
                    <w:pStyle w:val="SIText"/>
                  </w:pPr>
                  <w:r w:rsidRPr="00EC10C0">
                    <w:t>FBPOPR2002X</w:t>
                  </w:r>
                </w:p>
              </w:tc>
              <w:tc>
                <w:tcPr>
                  <w:tcW w:w="5477" w:type="dxa"/>
                </w:tcPr>
                <w:p w14:paraId="5361C705" w14:textId="77777777" w:rsidR="008A2EF1" w:rsidRPr="00331986" w:rsidRDefault="008A2EF1" w:rsidP="00872DC3">
                  <w:pPr>
                    <w:pStyle w:val="SIText"/>
                  </w:pPr>
                  <w:r w:rsidRPr="00EC10C0">
                    <w:t xml:space="preserve">Inspect and sort materials and </w:t>
                  </w:r>
                  <w:r w:rsidRPr="00331986">
                    <w:t>product</w:t>
                  </w:r>
                </w:p>
              </w:tc>
            </w:tr>
            <w:tr w:rsidR="008A2EF1" w:rsidRPr="00EC10C0" w14:paraId="4A087E9F" w14:textId="77777777" w:rsidTr="00C31D5C">
              <w:tc>
                <w:tcPr>
                  <w:tcW w:w="1769" w:type="dxa"/>
                </w:tcPr>
                <w:p w14:paraId="7A18BC33" w14:textId="77777777" w:rsidR="008A2EF1" w:rsidRPr="00331986" w:rsidRDefault="008A2EF1" w:rsidP="00872DC3">
                  <w:pPr>
                    <w:pStyle w:val="SIText"/>
                  </w:pPr>
                  <w:r w:rsidRPr="00EC10C0">
                    <w:t>FBPOPR2006X</w:t>
                  </w:r>
                </w:p>
              </w:tc>
              <w:tc>
                <w:tcPr>
                  <w:tcW w:w="5477" w:type="dxa"/>
                </w:tcPr>
                <w:p w14:paraId="21F8E03F" w14:textId="77777777" w:rsidR="008A2EF1" w:rsidRPr="00331986" w:rsidRDefault="008A2EF1" w:rsidP="00872DC3">
                  <w:pPr>
                    <w:pStyle w:val="SIText"/>
                  </w:pPr>
                  <w:r w:rsidRPr="00EC10C0">
                    <w:t>Operate a bulk dry goods transfer process</w:t>
                  </w:r>
                </w:p>
              </w:tc>
            </w:tr>
            <w:tr w:rsidR="008A2EF1" w:rsidRPr="00EC10C0" w14:paraId="58729B6F" w14:textId="77777777" w:rsidTr="00C31D5C">
              <w:tc>
                <w:tcPr>
                  <w:tcW w:w="1769" w:type="dxa"/>
                </w:tcPr>
                <w:p w14:paraId="42EE8489" w14:textId="77777777" w:rsidR="008A2EF1" w:rsidRPr="00331986" w:rsidRDefault="008A2EF1" w:rsidP="00872DC3">
                  <w:pPr>
                    <w:pStyle w:val="SIText"/>
                  </w:pPr>
                  <w:r w:rsidRPr="00EC10C0">
                    <w:t>FBPOPR2007X</w:t>
                  </w:r>
                </w:p>
              </w:tc>
              <w:tc>
                <w:tcPr>
                  <w:tcW w:w="5477" w:type="dxa"/>
                </w:tcPr>
                <w:p w14:paraId="535F4F63" w14:textId="77777777" w:rsidR="008A2EF1" w:rsidRPr="00331986" w:rsidRDefault="008A2EF1" w:rsidP="00872DC3">
                  <w:pPr>
                    <w:pStyle w:val="SIText"/>
                  </w:pPr>
                  <w:r w:rsidRPr="00EC10C0">
                    <w:t>Work in a freezer storage area</w:t>
                  </w:r>
                </w:p>
              </w:tc>
            </w:tr>
            <w:tr w:rsidR="008A2EF1" w:rsidRPr="00EC10C0" w14:paraId="2802D7A9" w14:textId="77777777" w:rsidTr="00C31D5C">
              <w:tc>
                <w:tcPr>
                  <w:tcW w:w="1769" w:type="dxa"/>
                </w:tcPr>
                <w:p w14:paraId="3FC1C6D1" w14:textId="77777777" w:rsidR="008A2EF1" w:rsidRPr="00331986" w:rsidRDefault="008A2EF1" w:rsidP="00872DC3">
                  <w:pPr>
                    <w:pStyle w:val="SIText"/>
                  </w:pPr>
                  <w:r w:rsidRPr="00EC10C0">
                    <w:t>FBPOPR2010X</w:t>
                  </w:r>
                </w:p>
              </w:tc>
              <w:tc>
                <w:tcPr>
                  <w:tcW w:w="5477" w:type="dxa"/>
                </w:tcPr>
                <w:p w14:paraId="07F5236F" w14:textId="77777777" w:rsidR="008A2EF1" w:rsidRPr="00331986" w:rsidRDefault="008A2EF1" w:rsidP="00872DC3">
                  <w:pPr>
                    <w:pStyle w:val="SIText"/>
                  </w:pPr>
                  <w:r w:rsidRPr="00EC10C0">
                    <w:t xml:space="preserve">Work with </w:t>
                  </w:r>
                  <w:proofErr w:type="gramStart"/>
                  <w:r w:rsidRPr="00EC10C0">
                    <w:t>temperature controlled</w:t>
                  </w:r>
                  <w:proofErr w:type="gramEnd"/>
                  <w:r w:rsidRPr="00EC10C0">
                    <w:t xml:space="preserve"> stock</w:t>
                  </w:r>
                </w:p>
              </w:tc>
            </w:tr>
            <w:tr w:rsidR="008A2EF1" w:rsidRPr="00EC10C0" w14:paraId="2FFAA050" w14:textId="77777777" w:rsidTr="00C31D5C">
              <w:tc>
                <w:tcPr>
                  <w:tcW w:w="1769" w:type="dxa"/>
                </w:tcPr>
                <w:p w14:paraId="10184697" w14:textId="77777777" w:rsidR="008A2EF1" w:rsidRPr="00331986" w:rsidRDefault="008A2EF1" w:rsidP="00872DC3">
                  <w:pPr>
                    <w:pStyle w:val="SIText"/>
                  </w:pPr>
                  <w:r w:rsidRPr="00EC10C0">
                    <w:t>FBPOPR2017X</w:t>
                  </w:r>
                </w:p>
              </w:tc>
              <w:tc>
                <w:tcPr>
                  <w:tcW w:w="5477" w:type="dxa"/>
                </w:tcPr>
                <w:p w14:paraId="0E58BA51" w14:textId="77777777" w:rsidR="008A2EF1" w:rsidRPr="00331986" w:rsidRDefault="008A2EF1" w:rsidP="00872DC3">
                  <w:pPr>
                    <w:pStyle w:val="SIText"/>
                  </w:pPr>
                  <w:r w:rsidRPr="00EC10C0">
                    <w:t>Operate a blending, sieving and bagging process</w:t>
                  </w:r>
                </w:p>
              </w:tc>
            </w:tr>
            <w:tr w:rsidR="00BB45C2" w:rsidRPr="00EC10C0" w14:paraId="19846D88" w14:textId="77777777" w:rsidTr="00C31D5C">
              <w:tc>
                <w:tcPr>
                  <w:tcW w:w="1769" w:type="dxa"/>
                </w:tcPr>
                <w:p w14:paraId="79A34A42" w14:textId="4604A321" w:rsidR="00BB45C2" w:rsidRPr="00EC10C0" w:rsidRDefault="00BB45C2" w:rsidP="00872DC3">
                  <w:pPr>
                    <w:pStyle w:val="SIText"/>
                  </w:pPr>
                  <w:r w:rsidRPr="00BB45C2">
                    <w:t>FBPOPR2019</w:t>
                  </w:r>
                </w:p>
              </w:tc>
              <w:tc>
                <w:tcPr>
                  <w:tcW w:w="5477" w:type="dxa"/>
                </w:tcPr>
                <w:p w14:paraId="0864AE6E" w14:textId="5C3DB2E3" w:rsidR="00BB45C2" w:rsidRPr="00EC10C0" w:rsidRDefault="00BB45C2" w:rsidP="00872DC3">
                  <w:pPr>
                    <w:pStyle w:val="SIText"/>
                  </w:pPr>
                  <w:r w:rsidRPr="00BB45C2">
                    <w:t>Fill and close product in cans</w:t>
                  </w:r>
                </w:p>
              </w:tc>
            </w:tr>
            <w:tr w:rsidR="008A2EF1" w:rsidRPr="00EC10C0" w14:paraId="46E93EC8" w14:textId="77777777" w:rsidTr="00C31D5C">
              <w:tc>
                <w:tcPr>
                  <w:tcW w:w="1769" w:type="dxa"/>
                </w:tcPr>
                <w:p w14:paraId="6064C158" w14:textId="77777777" w:rsidR="008A2EF1" w:rsidRPr="007D439C" w:rsidRDefault="008A2EF1" w:rsidP="00872DC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D439C">
                    <w:rPr>
                      <w:rStyle w:val="SIStrikethroughtext"/>
                      <w:strike w:val="0"/>
                      <w:color w:val="auto"/>
                    </w:rPr>
                    <w:t>FBPOPR2029X</w:t>
                  </w:r>
                </w:p>
              </w:tc>
              <w:tc>
                <w:tcPr>
                  <w:tcW w:w="5477" w:type="dxa"/>
                </w:tcPr>
                <w:p w14:paraId="145A2D68" w14:textId="77777777" w:rsidR="008A2EF1" w:rsidRPr="007D439C" w:rsidRDefault="008A2EF1" w:rsidP="00872DC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D439C">
                    <w:rPr>
                      <w:rStyle w:val="SIStrikethroughtext"/>
                      <w:strike w:val="0"/>
                      <w:color w:val="auto"/>
                    </w:rPr>
                    <w:t>Operate a baking process</w:t>
                  </w:r>
                </w:p>
              </w:tc>
            </w:tr>
            <w:tr w:rsidR="008A2EF1" w:rsidRPr="00EC10C0" w14:paraId="54D8EFFF" w14:textId="77777777" w:rsidTr="0081194E">
              <w:trPr>
                <w:trHeight w:val="429"/>
              </w:trPr>
              <w:tc>
                <w:tcPr>
                  <w:tcW w:w="1769" w:type="dxa"/>
                </w:tcPr>
                <w:p w14:paraId="7D1A477C" w14:textId="77777777" w:rsidR="008A2EF1" w:rsidRPr="007D439C" w:rsidRDefault="008A2EF1" w:rsidP="00872DC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D439C">
                    <w:rPr>
                      <w:rStyle w:val="SIStrikethroughtext"/>
                      <w:strike w:val="0"/>
                      <w:color w:val="auto"/>
                    </w:rPr>
                    <w:t>FBPOPR2032X</w:t>
                  </w:r>
                </w:p>
              </w:tc>
              <w:tc>
                <w:tcPr>
                  <w:tcW w:w="5477" w:type="dxa"/>
                </w:tcPr>
                <w:p w14:paraId="74354F2A" w14:textId="77777777" w:rsidR="008A2EF1" w:rsidRPr="007D439C" w:rsidRDefault="008A2EF1" w:rsidP="00872DC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D439C">
                    <w:rPr>
                      <w:rStyle w:val="SIStrikethroughtext"/>
                      <w:strike w:val="0"/>
                      <w:color w:val="auto"/>
                    </w:rPr>
                    <w:t>Apply work procedures to maintain integrity of processed product</w:t>
                  </w:r>
                </w:p>
              </w:tc>
            </w:tr>
            <w:tr w:rsidR="008A2EF1" w:rsidRPr="00EC10C0" w14:paraId="1509658F" w14:textId="77777777" w:rsidTr="00C31D5C">
              <w:tc>
                <w:tcPr>
                  <w:tcW w:w="1769" w:type="dxa"/>
                </w:tcPr>
                <w:p w14:paraId="217BF862" w14:textId="77777777" w:rsidR="008A2EF1" w:rsidRPr="007D439C" w:rsidRDefault="008A2EF1" w:rsidP="00872DC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D439C">
                    <w:rPr>
                      <w:rStyle w:val="SIStrikethroughtext"/>
                      <w:strike w:val="0"/>
                      <w:color w:val="auto"/>
                    </w:rPr>
                    <w:t>FBPOPR2033X</w:t>
                  </w:r>
                </w:p>
              </w:tc>
              <w:tc>
                <w:tcPr>
                  <w:tcW w:w="5477" w:type="dxa"/>
                </w:tcPr>
                <w:p w14:paraId="2BF48CE9" w14:textId="77777777" w:rsidR="008A2EF1" w:rsidRPr="007D439C" w:rsidRDefault="008A2EF1" w:rsidP="00872DC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D439C">
                    <w:rPr>
                      <w:rStyle w:val="SIStrikethroughtext"/>
                      <w:strike w:val="0"/>
                      <w:color w:val="auto"/>
                    </w:rPr>
                    <w:t>Operate a depositing process</w:t>
                  </w:r>
                </w:p>
              </w:tc>
            </w:tr>
            <w:tr w:rsidR="008A2EF1" w:rsidRPr="00EC10C0" w14:paraId="6961F1F5" w14:textId="77777777" w:rsidTr="00C31D5C">
              <w:tc>
                <w:tcPr>
                  <w:tcW w:w="1769" w:type="dxa"/>
                </w:tcPr>
                <w:p w14:paraId="2489D340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FBPOPR2038X</w:t>
                  </w:r>
                </w:p>
              </w:tc>
              <w:tc>
                <w:tcPr>
                  <w:tcW w:w="5477" w:type="dxa"/>
                </w:tcPr>
                <w:p w14:paraId="567A0FD9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Operate a grinding process</w:t>
                  </w:r>
                </w:p>
              </w:tc>
            </w:tr>
            <w:tr w:rsidR="008A2EF1" w:rsidRPr="00EC10C0" w14:paraId="465D615F" w14:textId="77777777" w:rsidTr="00C31D5C">
              <w:tc>
                <w:tcPr>
                  <w:tcW w:w="1769" w:type="dxa"/>
                </w:tcPr>
                <w:p w14:paraId="6D8C35BE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FBPOPR2039X</w:t>
                  </w:r>
                </w:p>
              </w:tc>
              <w:tc>
                <w:tcPr>
                  <w:tcW w:w="5477" w:type="dxa"/>
                </w:tcPr>
                <w:p w14:paraId="36F6AFE3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Operate a frying process</w:t>
                  </w:r>
                </w:p>
              </w:tc>
            </w:tr>
            <w:tr w:rsidR="008A2EF1" w:rsidRPr="00EC10C0" w14:paraId="68930580" w14:textId="77777777" w:rsidTr="00C31D5C">
              <w:tc>
                <w:tcPr>
                  <w:tcW w:w="1769" w:type="dxa"/>
                </w:tcPr>
                <w:p w14:paraId="076D5CA5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FBPOPR2041X</w:t>
                  </w:r>
                </w:p>
              </w:tc>
              <w:tc>
                <w:tcPr>
                  <w:tcW w:w="5477" w:type="dxa"/>
                </w:tcPr>
                <w:p w14:paraId="0987E556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Operate a mixing or blending and cooking process</w:t>
                  </w:r>
                </w:p>
              </w:tc>
            </w:tr>
            <w:tr w:rsidR="008A2EF1" w:rsidRPr="00EC10C0" w14:paraId="253E4BFF" w14:textId="77777777" w:rsidTr="00C31D5C">
              <w:tc>
                <w:tcPr>
                  <w:tcW w:w="1769" w:type="dxa"/>
                </w:tcPr>
                <w:p w14:paraId="6B46E2ED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FBPOPR2045X</w:t>
                  </w:r>
                </w:p>
              </w:tc>
              <w:tc>
                <w:tcPr>
                  <w:tcW w:w="5477" w:type="dxa"/>
                </w:tcPr>
                <w:p w14:paraId="197C9FBA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Operate pumping equipment</w:t>
                  </w:r>
                </w:p>
              </w:tc>
            </w:tr>
            <w:tr w:rsidR="008A2EF1" w:rsidRPr="00EC10C0" w14:paraId="36F4D683" w14:textId="77777777" w:rsidTr="00C31D5C">
              <w:tc>
                <w:tcPr>
                  <w:tcW w:w="1769" w:type="dxa"/>
                </w:tcPr>
                <w:p w14:paraId="61F642BC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FBPOPR2046X</w:t>
                  </w:r>
                </w:p>
              </w:tc>
              <w:tc>
                <w:tcPr>
                  <w:tcW w:w="5477" w:type="dxa"/>
                </w:tcPr>
                <w:p w14:paraId="3F6B22FA" w14:textId="77777777" w:rsidR="008A2EF1" w:rsidRPr="007D439C" w:rsidRDefault="008A2EF1" w:rsidP="00872DC3">
                  <w:pPr>
                    <w:pStyle w:val="SIText"/>
                  </w:pPr>
                  <w:r w:rsidRPr="007D439C">
                    <w:t xml:space="preserve">Operate a production process  </w:t>
                  </w:r>
                </w:p>
              </w:tc>
            </w:tr>
            <w:tr w:rsidR="008A2EF1" w:rsidRPr="00EC10C0" w14:paraId="3EB43E0C" w14:textId="77777777" w:rsidTr="00C31D5C">
              <w:tc>
                <w:tcPr>
                  <w:tcW w:w="1769" w:type="dxa"/>
                </w:tcPr>
                <w:p w14:paraId="16BB1686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FBPOPR2056X</w:t>
                  </w:r>
                </w:p>
              </w:tc>
              <w:tc>
                <w:tcPr>
                  <w:tcW w:w="5477" w:type="dxa"/>
                </w:tcPr>
                <w:p w14:paraId="225BCA6E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Operate a freezing process</w:t>
                  </w:r>
                </w:p>
              </w:tc>
            </w:tr>
            <w:tr w:rsidR="008A2EF1" w:rsidRPr="00EC10C0" w14:paraId="5230AAF5" w14:textId="77777777" w:rsidTr="00C31D5C">
              <w:tc>
                <w:tcPr>
                  <w:tcW w:w="1769" w:type="dxa"/>
                </w:tcPr>
                <w:p w14:paraId="23BD35F1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FBPOPR2058X</w:t>
                  </w:r>
                </w:p>
              </w:tc>
              <w:tc>
                <w:tcPr>
                  <w:tcW w:w="5477" w:type="dxa"/>
                </w:tcPr>
                <w:p w14:paraId="2CCB2163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Operate a holding and storage process</w:t>
                  </w:r>
                </w:p>
              </w:tc>
            </w:tr>
            <w:tr w:rsidR="008A2EF1" w:rsidRPr="00EC10C0" w14:paraId="0B8E5A99" w14:textId="77777777" w:rsidTr="00C31D5C">
              <w:tc>
                <w:tcPr>
                  <w:tcW w:w="1769" w:type="dxa"/>
                </w:tcPr>
                <w:p w14:paraId="301B474E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FBPOPR2059X</w:t>
                  </w:r>
                </w:p>
              </w:tc>
              <w:tc>
                <w:tcPr>
                  <w:tcW w:w="5477" w:type="dxa"/>
                </w:tcPr>
                <w:p w14:paraId="218B4E0F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Operate a continuous freezing process</w:t>
                  </w:r>
                </w:p>
              </w:tc>
            </w:tr>
            <w:tr w:rsidR="008A2EF1" w:rsidRPr="00EC10C0" w14:paraId="1DEEFB1E" w14:textId="77777777" w:rsidTr="00C31D5C">
              <w:tc>
                <w:tcPr>
                  <w:tcW w:w="1769" w:type="dxa"/>
                </w:tcPr>
                <w:p w14:paraId="6F364A5D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FBPOPR2060X</w:t>
                  </w:r>
                </w:p>
              </w:tc>
              <w:tc>
                <w:tcPr>
                  <w:tcW w:w="5477" w:type="dxa"/>
                </w:tcPr>
                <w:p w14:paraId="10CFC720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Operate an automated cutting process</w:t>
                  </w:r>
                </w:p>
              </w:tc>
            </w:tr>
            <w:tr w:rsidR="008A2EF1" w:rsidRPr="00EC10C0" w14:paraId="3938C95F" w14:textId="77777777" w:rsidTr="00C31D5C">
              <w:tc>
                <w:tcPr>
                  <w:tcW w:w="1769" w:type="dxa"/>
                </w:tcPr>
                <w:p w14:paraId="742463EB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FBPOPR2062</w:t>
                  </w:r>
                </w:p>
              </w:tc>
              <w:tc>
                <w:tcPr>
                  <w:tcW w:w="5477" w:type="dxa"/>
                </w:tcPr>
                <w:p w14:paraId="331A2D27" w14:textId="77777777" w:rsidR="008A2EF1" w:rsidRPr="007D439C" w:rsidRDefault="008A2EF1" w:rsidP="00872DC3">
                  <w:pPr>
                    <w:pStyle w:val="SIText"/>
                  </w:pPr>
                  <w:r w:rsidRPr="007D439C">
                    <w:t>Work in a clean room environment</w:t>
                  </w:r>
                </w:p>
              </w:tc>
            </w:tr>
            <w:tr w:rsidR="008A2EF1" w:rsidRPr="00EC10C0" w14:paraId="3E7F4F72" w14:textId="77777777" w:rsidTr="00C31D5C">
              <w:tc>
                <w:tcPr>
                  <w:tcW w:w="1769" w:type="dxa"/>
                </w:tcPr>
                <w:p w14:paraId="61CB86ED" w14:textId="27919FB5" w:rsidR="008A2EF1" w:rsidRPr="00277675" w:rsidRDefault="002A31FB" w:rsidP="00872DC3">
                  <w:pPr>
                    <w:pStyle w:val="SIText"/>
                    <w:rPr>
                      <w:rStyle w:val="SITemporarytext-green"/>
                    </w:rPr>
                  </w:pPr>
                  <w:r w:rsidRPr="006568CF">
                    <w:t>FBPOPR2</w:t>
                  </w:r>
                  <w:r>
                    <w:t>063X</w:t>
                  </w:r>
                  <w:r w:rsidRPr="00673B5D">
                    <w:t xml:space="preserve"> </w:t>
                  </w:r>
                </w:p>
              </w:tc>
              <w:tc>
                <w:tcPr>
                  <w:tcW w:w="5477" w:type="dxa"/>
                </w:tcPr>
                <w:p w14:paraId="58041FB7" w14:textId="18A897F5" w:rsidR="008A2EF1" w:rsidRPr="00277675" w:rsidRDefault="008A2EF1">
                  <w:pPr>
                    <w:pStyle w:val="SIText"/>
                    <w:rPr>
                      <w:rStyle w:val="SITemporarytext-green"/>
                    </w:rPr>
                  </w:pPr>
                  <w:r w:rsidRPr="00673B5D">
                    <w:t>Clean</w:t>
                  </w:r>
                  <w:r w:rsidR="002A31FB">
                    <w:t xml:space="preserve"> </w:t>
                  </w:r>
                  <w:r w:rsidRPr="00673B5D">
                    <w:t>equipment</w:t>
                  </w:r>
                  <w:r w:rsidR="002A31FB">
                    <w:t xml:space="preserve"> in place</w:t>
                  </w:r>
                </w:p>
              </w:tc>
            </w:tr>
            <w:tr w:rsidR="002A31FB" w:rsidRPr="00EC10C0" w14:paraId="104A306B" w14:textId="77777777" w:rsidTr="00C31D5C">
              <w:tc>
                <w:tcPr>
                  <w:tcW w:w="1769" w:type="dxa"/>
                </w:tcPr>
                <w:p w14:paraId="10C45214" w14:textId="3ABD7CE6" w:rsidR="002A31FB" w:rsidRPr="006568CF" w:rsidRDefault="002A31FB" w:rsidP="00872DC3">
                  <w:pPr>
                    <w:pStyle w:val="SIText"/>
                  </w:pPr>
                  <w:r>
                    <w:lastRenderedPageBreak/>
                    <w:t>F</w:t>
                  </w:r>
                  <w:r w:rsidRPr="002A31FB">
                    <w:t>BPOPR2064X</w:t>
                  </w:r>
                </w:p>
              </w:tc>
              <w:tc>
                <w:tcPr>
                  <w:tcW w:w="5477" w:type="dxa"/>
                </w:tcPr>
                <w:p w14:paraId="568D92EB" w14:textId="1408934A" w:rsidR="002A31FB" w:rsidRPr="00673B5D" w:rsidRDefault="002A31FB">
                  <w:pPr>
                    <w:pStyle w:val="SIText"/>
                  </w:pPr>
                  <w:r w:rsidRPr="002A31FB">
                    <w:t>Clean and sanitise equipment</w:t>
                  </w:r>
                </w:p>
              </w:tc>
            </w:tr>
            <w:tr w:rsidR="008A2EF1" w:rsidRPr="00EC10C0" w14:paraId="6F015B75" w14:textId="77777777" w:rsidTr="00C31D5C">
              <w:tc>
                <w:tcPr>
                  <w:tcW w:w="1769" w:type="dxa"/>
                </w:tcPr>
                <w:p w14:paraId="3517ACD2" w14:textId="77777777" w:rsidR="008A2EF1" w:rsidRPr="001D0FC5" w:rsidRDefault="008A2EF1" w:rsidP="001D0FC5">
                  <w:pPr>
                    <w:pStyle w:val="SIText"/>
                  </w:pPr>
                  <w:r w:rsidRPr="001D0FC5">
                    <w:t>FBPOPR2065</w:t>
                  </w:r>
                </w:p>
              </w:tc>
              <w:tc>
                <w:tcPr>
                  <w:tcW w:w="5477" w:type="dxa"/>
                </w:tcPr>
                <w:p w14:paraId="684DB70C" w14:textId="77777777" w:rsidR="008A2EF1" w:rsidRPr="001D0FC5" w:rsidRDefault="008A2EF1" w:rsidP="001D0FC5">
                  <w:pPr>
                    <w:pStyle w:val="SIText"/>
                  </w:pPr>
                  <w:r w:rsidRPr="001D0FC5">
                    <w:t xml:space="preserve">Conduct routine maintenance </w:t>
                  </w:r>
                </w:p>
              </w:tc>
            </w:tr>
            <w:tr w:rsidR="008A2EF1" w:rsidRPr="00EC10C0" w14:paraId="6114C9E5" w14:textId="77777777" w:rsidTr="00C31D5C">
              <w:tc>
                <w:tcPr>
                  <w:tcW w:w="1769" w:type="dxa"/>
                </w:tcPr>
                <w:p w14:paraId="221E8BCB" w14:textId="77777777" w:rsidR="008A2EF1" w:rsidRPr="001D0FC5" w:rsidRDefault="008A2EF1" w:rsidP="001D0FC5">
                  <w:pPr>
                    <w:pStyle w:val="SIText"/>
                  </w:pPr>
                  <w:r w:rsidRPr="001D0FC5">
                    <w:t>FBPOPR2066</w:t>
                  </w:r>
                </w:p>
              </w:tc>
              <w:tc>
                <w:tcPr>
                  <w:tcW w:w="5477" w:type="dxa"/>
                </w:tcPr>
                <w:p w14:paraId="08E5C0FE" w14:textId="77777777" w:rsidR="008A2EF1" w:rsidRPr="001D0FC5" w:rsidRDefault="008A2EF1" w:rsidP="001D0FC5">
                  <w:pPr>
                    <w:pStyle w:val="SIText"/>
                  </w:pPr>
                  <w:r w:rsidRPr="001D0FC5">
                    <w:t>Apply sampling procedures</w:t>
                  </w:r>
                </w:p>
              </w:tc>
            </w:tr>
            <w:tr w:rsidR="008A2EF1" w:rsidRPr="00EC10C0" w14:paraId="535363AF" w14:textId="77777777" w:rsidTr="00C31D5C">
              <w:tc>
                <w:tcPr>
                  <w:tcW w:w="1769" w:type="dxa"/>
                </w:tcPr>
                <w:p w14:paraId="759238DE" w14:textId="77777777" w:rsidR="008A2EF1" w:rsidRPr="001D0FC5" w:rsidRDefault="008A2EF1" w:rsidP="001D0FC5">
                  <w:pPr>
                    <w:pStyle w:val="SIText"/>
                  </w:pPr>
                  <w:r w:rsidRPr="001D0FC5">
                    <w:t>FBPOPR2068</w:t>
                  </w:r>
                </w:p>
              </w:tc>
              <w:tc>
                <w:tcPr>
                  <w:tcW w:w="5477" w:type="dxa"/>
                </w:tcPr>
                <w:p w14:paraId="059CA552" w14:textId="77777777" w:rsidR="008A2EF1" w:rsidRPr="001D0FC5" w:rsidRDefault="008A2EF1" w:rsidP="001D0FC5">
                  <w:pPr>
                    <w:pStyle w:val="SIText"/>
                  </w:pPr>
                  <w:r w:rsidRPr="001D0FC5">
                    <w:t>Operate a process control interface</w:t>
                  </w:r>
                </w:p>
              </w:tc>
            </w:tr>
            <w:tr w:rsidR="008A2EF1" w:rsidRPr="00EC10C0" w14:paraId="00FA4AFE" w14:textId="77777777" w:rsidTr="00C31D5C">
              <w:tc>
                <w:tcPr>
                  <w:tcW w:w="1769" w:type="dxa"/>
                </w:tcPr>
                <w:p w14:paraId="412402C5" w14:textId="77777777" w:rsidR="008A2EF1" w:rsidRPr="001D0FC5" w:rsidRDefault="008A2EF1" w:rsidP="001D0FC5">
                  <w:pPr>
                    <w:pStyle w:val="SIText"/>
                  </w:pPr>
                  <w:r w:rsidRPr="001D0FC5">
                    <w:t>FBPOPR2069</w:t>
                  </w:r>
                </w:p>
              </w:tc>
              <w:tc>
                <w:tcPr>
                  <w:tcW w:w="5477" w:type="dxa"/>
                </w:tcPr>
                <w:p w14:paraId="1D8B2360" w14:textId="77777777" w:rsidR="008A2EF1" w:rsidRPr="001D0FC5" w:rsidRDefault="008A2EF1" w:rsidP="001D0FC5">
                  <w:pPr>
                    <w:pStyle w:val="SIText"/>
                  </w:pPr>
                  <w:r w:rsidRPr="001D0FC5">
                    <w:t>Use numerical applications in the workplace</w:t>
                  </w:r>
                </w:p>
              </w:tc>
            </w:tr>
            <w:tr w:rsidR="001C0908" w:rsidRPr="00EC10C0" w14:paraId="62C2A2FB" w14:textId="77777777" w:rsidTr="00C31D5C">
              <w:tc>
                <w:tcPr>
                  <w:tcW w:w="1769" w:type="dxa"/>
                </w:tcPr>
                <w:p w14:paraId="27898738" w14:textId="4C79ACE9" w:rsidR="001C0908" w:rsidRPr="001D0FC5" w:rsidRDefault="001C0908" w:rsidP="001D0FC5">
                  <w:pPr>
                    <w:pStyle w:val="SIText"/>
                  </w:pPr>
                  <w:r w:rsidRPr="001D0FC5">
                    <w:t>FBPOPR2070</w:t>
                  </w:r>
                </w:p>
              </w:tc>
              <w:tc>
                <w:tcPr>
                  <w:tcW w:w="5477" w:type="dxa"/>
                </w:tcPr>
                <w:p w14:paraId="621535ED" w14:textId="72EB53BD" w:rsidR="001C0908" w:rsidRPr="001D0FC5" w:rsidRDefault="001C0908" w:rsidP="001D0FC5">
                  <w:pPr>
                    <w:pStyle w:val="SIText"/>
                  </w:pPr>
                  <w:r w:rsidRPr="001D0FC5">
                    <w:t>Apply quality systems and procedures</w:t>
                  </w:r>
                </w:p>
              </w:tc>
            </w:tr>
            <w:tr w:rsidR="001C0908" w:rsidRPr="00EC10C0" w14:paraId="202EB48A" w14:textId="77777777" w:rsidTr="00C31D5C">
              <w:tc>
                <w:tcPr>
                  <w:tcW w:w="1769" w:type="dxa"/>
                </w:tcPr>
                <w:p w14:paraId="1D1BA5C0" w14:textId="093ED7A4" w:rsidR="001C0908" w:rsidRPr="001D0FC5" w:rsidRDefault="001C0908" w:rsidP="001D0FC5">
                  <w:pPr>
                    <w:pStyle w:val="SIText"/>
                    <w:rPr>
                      <w:rPrChange w:id="1" w:author="Danni McDonald" w:date="2020-11-02T20:37:00Z">
                        <w:rPr>
                          <w:rStyle w:val="SITemporarytext-green"/>
                        </w:rPr>
                      </w:rPrChange>
                    </w:rPr>
                  </w:pPr>
                  <w:r w:rsidRPr="001D0FC5">
                    <w:rPr>
                      <w:rPrChange w:id="2" w:author="Danni McDonald" w:date="2020-11-02T20:37:00Z">
                        <w:rPr>
                          <w:rStyle w:val="SITemporarytext-green"/>
                        </w:rPr>
                      </w:rPrChange>
                    </w:rPr>
                    <w:t>FBPPBK2006</w:t>
                  </w:r>
                  <w:r w:rsidR="00B42C07" w:rsidRPr="001D0FC5">
                    <w:rPr>
                      <w:rPrChange w:id="3" w:author="Danni McDonald" w:date="2020-11-02T20:37:00Z">
                        <w:rPr>
                          <w:rStyle w:val="SITemporarytext-green"/>
                        </w:rPr>
                      </w:rPrChange>
                    </w:rPr>
                    <w:t>X</w:t>
                  </w:r>
                </w:p>
              </w:tc>
              <w:tc>
                <w:tcPr>
                  <w:tcW w:w="5477" w:type="dxa"/>
                </w:tcPr>
                <w:p w14:paraId="48B2886C" w14:textId="77777777" w:rsidR="001C0908" w:rsidRPr="001D0FC5" w:rsidRDefault="001C0908" w:rsidP="001D0FC5">
                  <w:pPr>
                    <w:pStyle w:val="SIText"/>
                    <w:rPr>
                      <w:rPrChange w:id="4" w:author="Danni McDonald" w:date="2020-11-02T20:37:00Z">
                        <w:rPr>
                          <w:rStyle w:val="SITemporarytext-green"/>
                        </w:rPr>
                      </w:rPrChange>
                    </w:rPr>
                    <w:pPrChange w:id="5" w:author="Danni McDonald" w:date="2020-11-02T20:37:00Z">
                      <w:pPr>
                        <w:pStyle w:val="SIText"/>
                      </w:pPr>
                    </w:pPrChange>
                  </w:pPr>
                  <w:r w:rsidRPr="001D0FC5">
                    <w:rPr>
                      <w:rPrChange w:id="6" w:author="Danni McDonald" w:date="2020-11-02T20:37:00Z">
                        <w:rPr>
                          <w:rStyle w:val="SITemporarytext-green"/>
                        </w:rPr>
                      </w:rPrChange>
                    </w:rPr>
                    <w:t>Operate a griddle production process</w:t>
                  </w:r>
                </w:p>
              </w:tc>
            </w:tr>
            <w:tr w:rsidR="001C0908" w:rsidRPr="00EC10C0" w14:paraId="51FC900E" w14:textId="77777777" w:rsidTr="00C31D5C">
              <w:tc>
                <w:tcPr>
                  <w:tcW w:w="1769" w:type="dxa"/>
                </w:tcPr>
                <w:p w14:paraId="3AD0CE9A" w14:textId="77777777" w:rsidR="001C0908" w:rsidRPr="001D0FC5" w:rsidRDefault="001C0908" w:rsidP="001D0FC5">
                  <w:pPr>
                    <w:pStyle w:val="SIText"/>
                    <w:rPr>
                      <w:rPrChange w:id="7" w:author="Danni McDonald" w:date="2020-11-02T20:37:00Z">
                        <w:rPr>
                          <w:rStyle w:val="SITemporarytext-green"/>
                        </w:rPr>
                      </w:rPrChange>
                    </w:rPr>
                  </w:pPr>
                  <w:r w:rsidRPr="001D0FC5">
                    <w:rPr>
                      <w:rPrChange w:id="8" w:author="Danni McDonald" w:date="2020-11-02T20:37:00Z">
                        <w:rPr>
                          <w:rStyle w:val="SITemporarytext-green"/>
                        </w:rPr>
                      </w:rPrChange>
                    </w:rPr>
                    <w:t>FBPPBK2XX1</w:t>
                  </w:r>
                </w:p>
              </w:tc>
              <w:tc>
                <w:tcPr>
                  <w:tcW w:w="5477" w:type="dxa"/>
                </w:tcPr>
                <w:p w14:paraId="7792B3D2" w14:textId="77777777" w:rsidR="001C0908" w:rsidRPr="001D0FC5" w:rsidRDefault="001C0908" w:rsidP="001D0FC5">
                  <w:pPr>
                    <w:pStyle w:val="SIText"/>
                    <w:rPr>
                      <w:rPrChange w:id="9" w:author="Danni McDonald" w:date="2020-11-02T20:37:00Z">
                        <w:rPr>
                          <w:rStyle w:val="SITemporarytext-green"/>
                        </w:rPr>
                      </w:rPrChange>
                    </w:rPr>
                    <w:pPrChange w:id="10" w:author="Danni McDonald" w:date="2020-11-02T20:37:00Z">
                      <w:pPr>
                        <w:pStyle w:val="SIText"/>
                      </w:pPr>
                    </w:pPrChange>
                  </w:pPr>
                  <w:r w:rsidRPr="001D0FC5">
                    <w:rPr>
                      <w:rPrChange w:id="11" w:author="Danni McDonald" w:date="2020-11-02T20:37:00Z">
                        <w:rPr>
                          <w:rStyle w:val="SITemporarytext-green"/>
                        </w:rPr>
                      </w:rPrChange>
                    </w:rPr>
                    <w:t>Operate a forming or shaping process</w:t>
                  </w:r>
                </w:p>
              </w:tc>
            </w:tr>
            <w:tr w:rsidR="001C0908" w:rsidRPr="00EC10C0" w14:paraId="1A056D7F" w14:textId="77777777" w:rsidTr="00C31D5C">
              <w:tc>
                <w:tcPr>
                  <w:tcW w:w="1769" w:type="dxa"/>
                </w:tcPr>
                <w:p w14:paraId="612F3B35" w14:textId="77777777" w:rsidR="001C0908" w:rsidRPr="001D0FC5" w:rsidRDefault="001C0908" w:rsidP="001D0FC5">
                  <w:pPr>
                    <w:pStyle w:val="SIText"/>
                    <w:rPr>
                      <w:rPrChange w:id="12" w:author="Danni McDonald" w:date="2020-11-02T20:37:00Z">
                        <w:rPr>
                          <w:rStyle w:val="SITemporarytext-green"/>
                        </w:rPr>
                      </w:rPrChange>
                    </w:rPr>
                  </w:pPr>
                  <w:r w:rsidRPr="001D0FC5">
                    <w:rPr>
                      <w:rPrChange w:id="13" w:author="Danni McDonald" w:date="2020-11-02T20:37:00Z">
                        <w:rPr>
                          <w:rStyle w:val="SITemporarytext-green"/>
                        </w:rPr>
                      </w:rPrChange>
                    </w:rPr>
                    <w:t>FBPPBK2XX2</w:t>
                  </w:r>
                </w:p>
              </w:tc>
              <w:tc>
                <w:tcPr>
                  <w:tcW w:w="5477" w:type="dxa"/>
                </w:tcPr>
                <w:p w14:paraId="6BFF3D16" w14:textId="77777777" w:rsidR="001C0908" w:rsidRPr="001D0FC5" w:rsidRDefault="001C0908" w:rsidP="001D0FC5">
                  <w:pPr>
                    <w:pStyle w:val="SIText"/>
                    <w:rPr>
                      <w:rPrChange w:id="14" w:author="Danni McDonald" w:date="2020-11-02T20:37:00Z">
                        <w:rPr>
                          <w:rStyle w:val="SITemporarytext-green"/>
                        </w:rPr>
                      </w:rPrChange>
                    </w:rPr>
                    <w:pPrChange w:id="15" w:author="Danni McDonald" w:date="2020-11-02T20:37:00Z">
                      <w:pPr>
                        <w:pStyle w:val="SIText"/>
                      </w:pPr>
                    </w:pPrChange>
                  </w:pPr>
                  <w:r w:rsidRPr="001D0FC5">
                    <w:rPr>
                      <w:rPrChange w:id="16" w:author="Danni McDonald" w:date="2020-11-02T20:37:00Z">
                        <w:rPr>
                          <w:rStyle w:val="SITemporarytext-green"/>
                        </w:rPr>
                      </w:rPrChange>
                    </w:rPr>
                    <w:t>Freeze and thaw dough</w:t>
                  </w:r>
                </w:p>
              </w:tc>
            </w:tr>
            <w:tr w:rsidR="001C0908" w:rsidRPr="00EC10C0" w14:paraId="63769A85" w14:textId="77777777" w:rsidTr="00C31D5C">
              <w:tc>
                <w:tcPr>
                  <w:tcW w:w="1769" w:type="dxa"/>
                </w:tcPr>
                <w:p w14:paraId="280CE41D" w14:textId="77777777" w:rsidR="001C0908" w:rsidRPr="001D0FC5" w:rsidRDefault="001C0908" w:rsidP="001D0FC5">
                  <w:pPr>
                    <w:pStyle w:val="SIText"/>
                  </w:pPr>
                  <w:r w:rsidRPr="001D0FC5">
                    <w:t>FBP</w:t>
                  </w:r>
                  <w:r w:rsidRPr="001D0FC5">
                    <w:rPr>
                      <w:rPrChange w:id="17" w:author="Danni McDonald" w:date="2020-11-02T20:37:00Z">
                        <w:rPr>
                          <w:rStyle w:val="SITemporarytext-blue"/>
                          <w:color w:val="auto"/>
                          <w:sz w:val="20"/>
                        </w:rPr>
                      </w:rPrChange>
                    </w:rPr>
                    <w:t>PPL</w:t>
                  </w:r>
                  <w:r w:rsidRPr="001D0FC5">
                    <w:t>2XX1</w:t>
                  </w:r>
                </w:p>
              </w:tc>
              <w:tc>
                <w:tcPr>
                  <w:tcW w:w="5477" w:type="dxa"/>
                </w:tcPr>
                <w:p w14:paraId="1197F5BE" w14:textId="77777777" w:rsidR="001C0908" w:rsidRPr="001D0FC5" w:rsidRDefault="001C0908" w:rsidP="001D0FC5">
                  <w:pPr>
                    <w:pStyle w:val="SIText"/>
                    <w:rPr>
                      <w:rPrChange w:id="18" w:author="Danni McDonald" w:date="2020-11-02T20:37:00Z">
                        <w:rPr/>
                      </w:rPrChange>
                    </w:rPr>
                    <w:pPrChange w:id="19" w:author="Danni McDonald" w:date="2020-11-02T20:37:00Z">
                      <w:pPr>
                        <w:pStyle w:val="SIText"/>
                      </w:pPr>
                    </w:pPrChange>
                  </w:pPr>
                  <w:r w:rsidRPr="001D0FC5">
                    <w:rPr>
                      <w:rPrChange w:id="20" w:author="Danni McDonald" w:date="2020-11-02T20:37:00Z">
                        <w:rPr/>
                      </w:rPrChange>
                    </w:rPr>
                    <w:t>Work in a socially diverse environment</w:t>
                  </w:r>
                </w:p>
              </w:tc>
            </w:tr>
            <w:tr w:rsidR="001C0908" w:rsidRPr="00EC10C0" w14:paraId="7CBB0554" w14:textId="77777777" w:rsidTr="00C31D5C">
              <w:tc>
                <w:tcPr>
                  <w:tcW w:w="1769" w:type="dxa"/>
                </w:tcPr>
                <w:p w14:paraId="5812CE76" w14:textId="77777777" w:rsidR="001C0908" w:rsidRPr="001D0FC5" w:rsidRDefault="001C0908" w:rsidP="001D0FC5">
                  <w:pPr>
                    <w:pStyle w:val="SIText"/>
                  </w:pPr>
                  <w:r w:rsidRPr="001D0FC5">
                    <w:t>FBPSUG2022</w:t>
                  </w:r>
                </w:p>
              </w:tc>
              <w:tc>
                <w:tcPr>
                  <w:tcW w:w="5477" w:type="dxa"/>
                </w:tcPr>
                <w:p w14:paraId="64875F27" w14:textId="77777777" w:rsidR="001C0908" w:rsidRPr="001D0FC5" w:rsidRDefault="001C0908" w:rsidP="001D0FC5">
                  <w:pPr>
                    <w:pStyle w:val="SIText"/>
                    <w:rPr>
                      <w:rPrChange w:id="21" w:author="Danni McDonald" w:date="2020-11-02T20:37:00Z">
                        <w:rPr/>
                      </w:rPrChange>
                    </w:rPr>
                    <w:pPrChange w:id="22" w:author="Danni McDonald" w:date="2020-11-02T20:37:00Z">
                      <w:pPr>
                        <w:pStyle w:val="SIText"/>
                      </w:pPr>
                    </w:pPrChange>
                  </w:pPr>
                  <w:r w:rsidRPr="001D0FC5">
                    <w:rPr>
                      <w:rPrChange w:id="23" w:author="Danni McDonald" w:date="2020-11-02T20:37:00Z">
                        <w:rPr/>
                      </w:rPrChange>
                    </w:rPr>
                    <w:t xml:space="preserve">Operate a </w:t>
                  </w:r>
                  <w:proofErr w:type="gramStart"/>
                  <w:r w:rsidRPr="001D0FC5">
                    <w:rPr>
                      <w:rPrChange w:id="24" w:author="Danni McDonald" w:date="2020-11-02T20:37:00Z">
                        <w:rPr/>
                      </w:rPrChange>
                    </w:rPr>
                    <w:t>waste water</w:t>
                  </w:r>
                  <w:proofErr w:type="gramEnd"/>
                  <w:r w:rsidRPr="001D0FC5">
                    <w:rPr>
                      <w:rPrChange w:id="25" w:author="Danni McDonald" w:date="2020-11-02T20:37:00Z">
                        <w:rPr/>
                      </w:rPrChange>
                    </w:rPr>
                    <w:t xml:space="preserve"> treatment system</w:t>
                  </w:r>
                </w:p>
              </w:tc>
            </w:tr>
            <w:tr w:rsidR="001C0908" w:rsidRPr="00EC10C0" w14:paraId="3580866F" w14:textId="77777777" w:rsidTr="00C31D5C">
              <w:tc>
                <w:tcPr>
                  <w:tcW w:w="1769" w:type="dxa"/>
                </w:tcPr>
                <w:p w14:paraId="7571D5DA" w14:textId="5D9EC034" w:rsidR="001C0908" w:rsidRPr="001D0FC5" w:rsidRDefault="001C0908" w:rsidP="001D0FC5">
                  <w:pPr>
                    <w:pStyle w:val="SIText"/>
                  </w:pPr>
                  <w:r w:rsidRPr="001D0FC5">
                    <w:t>FBPSUG2024</w:t>
                  </w:r>
                </w:p>
              </w:tc>
              <w:tc>
                <w:tcPr>
                  <w:tcW w:w="5477" w:type="dxa"/>
                </w:tcPr>
                <w:p w14:paraId="2B2605BB" w14:textId="765608DB" w:rsidR="001C0908" w:rsidRPr="001D0FC5" w:rsidRDefault="001C0908" w:rsidP="001D0FC5">
                  <w:pPr>
                    <w:pStyle w:val="SIText"/>
                    <w:rPr>
                      <w:rPrChange w:id="26" w:author="Danni McDonald" w:date="2020-11-02T20:37:00Z">
                        <w:rPr/>
                      </w:rPrChange>
                    </w:rPr>
                    <w:pPrChange w:id="27" w:author="Danni McDonald" w:date="2020-11-02T20:37:00Z">
                      <w:pPr>
                        <w:pStyle w:val="SIText"/>
                      </w:pPr>
                    </w:pPrChange>
                  </w:pPr>
                  <w:r w:rsidRPr="001D0FC5">
                    <w:rPr>
                      <w:rPrChange w:id="28" w:author="Danni McDonald" w:date="2020-11-02T20:37:00Z">
                        <w:rPr/>
                      </w:rPrChange>
                    </w:rPr>
                    <w:t>Perform standard tests on cane samples</w:t>
                  </w:r>
                </w:p>
              </w:tc>
            </w:tr>
            <w:tr w:rsidR="001C0908" w:rsidRPr="00EC10C0" w14:paraId="2910ACC8" w14:textId="77777777" w:rsidTr="00C31D5C">
              <w:tc>
                <w:tcPr>
                  <w:tcW w:w="1769" w:type="dxa"/>
                </w:tcPr>
                <w:p w14:paraId="2DC85E5A" w14:textId="77777777" w:rsidR="001C0908" w:rsidRPr="001D0FC5" w:rsidRDefault="001C0908" w:rsidP="001D0FC5">
                  <w:pPr>
                    <w:pStyle w:val="SIText"/>
                  </w:pPr>
                  <w:r w:rsidRPr="001D0FC5">
                    <w:t xml:space="preserve">FSKDIG001 </w:t>
                  </w:r>
                </w:p>
              </w:tc>
              <w:tc>
                <w:tcPr>
                  <w:tcW w:w="5477" w:type="dxa"/>
                </w:tcPr>
                <w:p w14:paraId="7AD87FD4" w14:textId="77777777" w:rsidR="001C0908" w:rsidRPr="001D0FC5" w:rsidRDefault="001C0908" w:rsidP="001D0FC5">
                  <w:pPr>
                    <w:pStyle w:val="SIText"/>
                    <w:rPr>
                      <w:rPrChange w:id="29" w:author="Danni McDonald" w:date="2020-11-02T20:37:00Z">
                        <w:rPr/>
                      </w:rPrChange>
                    </w:rPr>
                    <w:pPrChange w:id="30" w:author="Danni McDonald" w:date="2020-11-02T20:37:00Z">
                      <w:pPr>
                        <w:pStyle w:val="SIText"/>
                      </w:pPr>
                    </w:pPrChange>
                  </w:pPr>
                  <w:r w:rsidRPr="001D0FC5">
                    <w:rPr>
                      <w:rPrChange w:id="31" w:author="Danni McDonald" w:date="2020-11-02T20:37:00Z">
                        <w:rPr/>
                      </w:rPrChange>
                    </w:rPr>
                    <w:t>Use digital technology for short and basic workplace tasks</w:t>
                  </w:r>
                </w:p>
              </w:tc>
            </w:tr>
            <w:tr w:rsidR="001C0908" w:rsidRPr="00EC10C0" w14:paraId="35E9DF99" w14:textId="77777777" w:rsidTr="00C31D5C">
              <w:tc>
                <w:tcPr>
                  <w:tcW w:w="1769" w:type="dxa"/>
                </w:tcPr>
                <w:p w14:paraId="628531EC" w14:textId="5B1CC646" w:rsidR="001C0908" w:rsidRPr="001D0FC5" w:rsidRDefault="001C0908" w:rsidP="001D0FC5">
                  <w:pPr>
                    <w:pStyle w:val="SIText"/>
                  </w:pPr>
                  <w:r w:rsidRPr="001D0FC5">
                    <w:t>FSKNUM009</w:t>
                  </w:r>
                </w:p>
              </w:tc>
              <w:tc>
                <w:tcPr>
                  <w:tcW w:w="5477" w:type="dxa"/>
                </w:tcPr>
                <w:p w14:paraId="2AD9162F" w14:textId="372414DF" w:rsidR="001C0908" w:rsidRPr="001D0FC5" w:rsidRDefault="001C0908" w:rsidP="001D0FC5">
                  <w:pPr>
                    <w:pStyle w:val="SIText"/>
                    <w:rPr>
                      <w:rPrChange w:id="32" w:author="Danni McDonald" w:date="2020-11-02T20:37:00Z">
                        <w:rPr/>
                      </w:rPrChange>
                    </w:rPr>
                    <w:pPrChange w:id="33" w:author="Danni McDonald" w:date="2020-11-02T20:37:00Z">
                      <w:pPr>
                        <w:pStyle w:val="SIText"/>
                      </w:pPr>
                    </w:pPrChange>
                  </w:pPr>
                  <w:r w:rsidRPr="001D0FC5">
                    <w:rPr>
                      <w:rPrChange w:id="34" w:author="Danni McDonald" w:date="2020-11-02T20:37:00Z">
                        <w:rPr/>
                      </w:rPrChange>
                    </w:rPr>
                    <w:t xml:space="preserve">Use familiar and simple metric measurements for work </w:t>
                  </w:r>
                </w:p>
              </w:tc>
            </w:tr>
            <w:tr w:rsidR="001C0908" w:rsidRPr="00EC10C0" w14:paraId="08C03F84" w14:textId="77777777" w:rsidTr="00C31D5C">
              <w:tc>
                <w:tcPr>
                  <w:tcW w:w="1769" w:type="dxa"/>
                </w:tcPr>
                <w:p w14:paraId="3DFEF66C" w14:textId="13D1AF83" w:rsidR="001C0908" w:rsidRPr="001D0FC5" w:rsidRDefault="001C0908" w:rsidP="001D0FC5">
                  <w:pPr>
                    <w:pStyle w:val="SIText"/>
                  </w:pPr>
                  <w:r w:rsidRPr="001D0FC5">
                    <w:t>FSKNUM012</w:t>
                  </w:r>
                </w:p>
              </w:tc>
              <w:tc>
                <w:tcPr>
                  <w:tcW w:w="5477" w:type="dxa"/>
                </w:tcPr>
                <w:p w14:paraId="79406F8A" w14:textId="7E418028" w:rsidR="001C0908" w:rsidRPr="001D0FC5" w:rsidRDefault="001C0908" w:rsidP="001D0FC5">
                  <w:pPr>
                    <w:pStyle w:val="SIText"/>
                    <w:rPr>
                      <w:rPrChange w:id="35" w:author="Danni McDonald" w:date="2020-11-02T20:37:00Z">
                        <w:rPr/>
                      </w:rPrChange>
                    </w:rPr>
                    <w:pPrChange w:id="36" w:author="Danni McDonald" w:date="2020-11-02T20:37:00Z">
                      <w:pPr>
                        <w:pStyle w:val="SIText"/>
                      </w:pPr>
                    </w:pPrChange>
                  </w:pPr>
                  <w:r w:rsidRPr="001D0FC5">
                    <w:rPr>
                      <w:rPrChange w:id="37" w:author="Danni McDonald" w:date="2020-11-02T20:37:00Z">
                        <w:rPr/>
                      </w:rPrChange>
                    </w:rPr>
                    <w:t xml:space="preserve">Use familiar and simple data for work </w:t>
                  </w:r>
                </w:p>
              </w:tc>
            </w:tr>
            <w:tr w:rsidR="001C0908" w:rsidRPr="00EC10C0" w14:paraId="2A7D91AB" w14:textId="77777777" w:rsidTr="00C31D5C">
              <w:tc>
                <w:tcPr>
                  <w:tcW w:w="1769" w:type="dxa"/>
                </w:tcPr>
                <w:p w14:paraId="3DCFEE76" w14:textId="11159E5E" w:rsidR="001C0908" w:rsidRPr="001C0908" w:rsidRDefault="001C0908" w:rsidP="001C0908">
                  <w:pPr>
                    <w:pStyle w:val="SIText"/>
                  </w:pPr>
                  <w:r w:rsidRPr="001C0908">
                    <w:t>FSKWTG009</w:t>
                  </w:r>
                </w:p>
              </w:tc>
              <w:tc>
                <w:tcPr>
                  <w:tcW w:w="5477" w:type="dxa"/>
                </w:tcPr>
                <w:p w14:paraId="6CFBF2A4" w14:textId="31DE73DF" w:rsidR="001C0908" w:rsidRPr="001C0908" w:rsidRDefault="001C0908" w:rsidP="001C0908">
                  <w:pPr>
                    <w:pStyle w:val="SIText"/>
                  </w:pPr>
                  <w:r w:rsidRPr="001C0908">
                    <w:t xml:space="preserve">Write routine workplace texts </w:t>
                  </w:r>
                </w:p>
              </w:tc>
            </w:tr>
            <w:tr w:rsidR="001C0908" w:rsidRPr="00EC10C0" w14:paraId="6D617E31" w14:textId="77777777" w:rsidTr="00C31D5C">
              <w:tc>
                <w:tcPr>
                  <w:tcW w:w="1769" w:type="dxa"/>
                </w:tcPr>
                <w:p w14:paraId="2B88C9BD" w14:textId="42C0B775" w:rsidR="001C0908" w:rsidRPr="001C0908" w:rsidRDefault="001C0908" w:rsidP="001C0908">
                  <w:pPr>
                    <w:pStyle w:val="SIText"/>
                  </w:pPr>
                  <w:r w:rsidRPr="001C0908">
                    <w:t>FSKLRG008</w:t>
                  </w:r>
                </w:p>
              </w:tc>
              <w:tc>
                <w:tcPr>
                  <w:tcW w:w="5477" w:type="dxa"/>
                </w:tcPr>
                <w:p w14:paraId="39B02549" w14:textId="3E0FF6DF" w:rsidR="001C0908" w:rsidRPr="001C0908" w:rsidRDefault="001C0908" w:rsidP="001C0908">
                  <w:pPr>
                    <w:pStyle w:val="SIText"/>
                  </w:pPr>
                  <w:r w:rsidRPr="001C0908">
                    <w:t xml:space="preserve">Use simple strategies for work-related learning </w:t>
                  </w:r>
                </w:p>
              </w:tc>
            </w:tr>
            <w:tr w:rsidR="001C0908" w:rsidRPr="00EC10C0" w14:paraId="6AF8EA77" w14:textId="77777777" w:rsidTr="00C31D5C">
              <w:tc>
                <w:tcPr>
                  <w:tcW w:w="1769" w:type="dxa"/>
                </w:tcPr>
                <w:p w14:paraId="18BC0F9F" w14:textId="78F23B4B" w:rsidR="001C0908" w:rsidRPr="001C0908" w:rsidRDefault="001C0908" w:rsidP="001C0908">
                  <w:pPr>
                    <w:pStyle w:val="SIText"/>
                  </w:pPr>
                  <w:r w:rsidRPr="001C0908">
                    <w:t>FSKOCM003</w:t>
                  </w:r>
                </w:p>
              </w:tc>
              <w:tc>
                <w:tcPr>
                  <w:tcW w:w="5477" w:type="dxa"/>
                </w:tcPr>
                <w:p w14:paraId="01B00E53" w14:textId="057EA015" w:rsidR="001C0908" w:rsidRPr="001C0908" w:rsidRDefault="001C0908" w:rsidP="001C0908">
                  <w:pPr>
                    <w:pStyle w:val="SIText"/>
                  </w:pPr>
                  <w:r w:rsidRPr="001C0908">
                    <w:t xml:space="preserve">Participate in familiar spoken interactions at work </w:t>
                  </w:r>
                </w:p>
              </w:tc>
            </w:tr>
            <w:tr w:rsidR="001C0908" w:rsidRPr="00EC10C0" w14:paraId="05AB99BB" w14:textId="77777777" w:rsidTr="00C31D5C">
              <w:tc>
                <w:tcPr>
                  <w:tcW w:w="1769" w:type="dxa"/>
                </w:tcPr>
                <w:p w14:paraId="19C8D093" w14:textId="74F6B0F5" w:rsidR="001C0908" w:rsidRPr="001C0908" w:rsidRDefault="001C0908" w:rsidP="001C0908">
                  <w:pPr>
                    <w:pStyle w:val="SIText"/>
                  </w:pPr>
                  <w:r w:rsidRPr="001C0908">
                    <w:t>FSKRDG005</w:t>
                  </w:r>
                </w:p>
              </w:tc>
              <w:tc>
                <w:tcPr>
                  <w:tcW w:w="5477" w:type="dxa"/>
                </w:tcPr>
                <w:p w14:paraId="47F657C4" w14:textId="65CFFBA6" w:rsidR="001C0908" w:rsidRPr="001C0908" w:rsidRDefault="001C0908" w:rsidP="001C0908">
                  <w:pPr>
                    <w:pStyle w:val="SIText"/>
                  </w:pPr>
                  <w:r w:rsidRPr="001C0908">
                    <w:t xml:space="preserve">Read and respond to simple and familiar workplace procedures </w:t>
                  </w:r>
                </w:p>
              </w:tc>
            </w:tr>
            <w:tr w:rsidR="001C0908" w:rsidRPr="00EC10C0" w14:paraId="24291708" w14:textId="77777777" w:rsidTr="00C31D5C">
              <w:tc>
                <w:tcPr>
                  <w:tcW w:w="1769" w:type="dxa"/>
                </w:tcPr>
                <w:p w14:paraId="7FC13AEF" w14:textId="77777777" w:rsidR="001C0908" w:rsidRPr="001C0908" w:rsidRDefault="001C0908" w:rsidP="001C0908">
                  <w:pPr>
                    <w:pStyle w:val="SIText"/>
                  </w:pPr>
                  <w:r w:rsidRPr="001C0908">
                    <w:t>MSMENV272</w:t>
                  </w:r>
                </w:p>
              </w:tc>
              <w:tc>
                <w:tcPr>
                  <w:tcW w:w="5477" w:type="dxa"/>
                </w:tcPr>
                <w:p w14:paraId="32FEF190" w14:textId="77777777" w:rsidR="001C0908" w:rsidRPr="001C0908" w:rsidRDefault="001C0908" w:rsidP="001C0908">
                  <w:pPr>
                    <w:pStyle w:val="SIText"/>
                  </w:pPr>
                  <w:r w:rsidRPr="001C0908">
                    <w:t>Participate in environmentally sustainable work practices</w:t>
                  </w:r>
                </w:p>
              </w:tc>
            </w:tr>
            <w:tr w:rsidR="001C0908" w:rsidRPr="00EC10C0" w14:paraId="56591714" w14:textId="77777777" w:rsidTr="00C31D5C">
              <w:tc>
                <w:tcPr>
                  <w:tcW w:w="1769" w:type="dxa"/>
                </w:tcPr>
                <w:p w14:paraId="53E9358B" w14:textId="34617F19" w:rsidR="001C0908" w:rsidRPr="001C0908" w:rsidRDefault="001C0908" w:rsidP="001C0908">
                  <w:pPr>
                    <w:pStyle w:val="SIText"/>
                  </w:pPr>
                  <w:r w:rsidRPr="001C0908">
                    <w:t>MSL973001</w:t>
                  </w:r>
                </w:p>
              </w:tc>
              <w:tc>
                <w:tcPr>
                  <w:tcW w:w="5477" w:type="dxa"/>
                </w:tcPr>
                <w:p w14:paraId="34B802BE" w14:textId="61E5E357" w:rsidR="001C0908" w:rsidRPr="001C0908" w:rsidRDefault="001C0908" w:rsidP="001C0908">
                  <w:pPr>
                    <w:pStyle w:val="SIText"/>
                  </w:pPr>
                  <w:r w:rsidRPr="001C0908">
                    <w:t>Perform basic tests</w:t>
                  </w:r>
                </w:p>
              </w:tc>
            </w:tr>
            <w:tr w:rsidR="001C0908" w:rsidRPr="00EC10C0" w14:paraId="5F3F438B" w14:textId="77777777" w:rsidTr="00C31D5C">
              <w:tc>
                <w:tcPr>
                  <w:tcW w:w="1769" w:type="dxa"/>
                </w:tcPr>
                <w:p w14:paraId="32CBA399" w14:textId="292FE929" w:rsidR="001C0908" w:rsidRPr="001C0908" w:rsidRDefault="001C0908" w:rsidP="001C0908">
                  <w:pPr>
                    <w:pStyle w:val="SIText"/>
                  </w:pPr>
                  <w:r w:rsidRPr="001C0908">
                    <w:t>MSS402080</w:t>
                  </w:r>
                </w:p>
              </w:tc>
              <w:tc>
                <w:tcPr>
                  <w:tcW w:w="5477" w:type="dxa"/>
                </w:tcPr>
                <w:p w14:paraId="494FF907" w14:textId="0EA348E3" w:rsidR="001C0908" w:rsidRPr="001C0908" w:rsidRDefault="001C0908" w:rsidP="001C0908">
                  <w:pPr>
                    <w:pStyle w:val="SIText"/>
                  </w:pPr>
                  <w:r w:rsidRPr="001C0908">
                    <w:t>Undertake root cause analysis</w:t>
                  </w:r>
                </w:p>
              </w:tc>
            </w:tr>
            <w:tr w:rsidR="001C0908" w:rsidRPr="00EC10C0" w14:paraId="17B55BFF" w14:textId="77777777" w:rsidTr="00C31D5C">
              <w:tc>
                <w:tcPr>
                  <w:tcW w:w="1769" w:type="dxa"/>
                </w:tcPr>
                <w:p w14:paraId="50FBE7C0" w14:textId="41FE3830" w:rsidR="001C0908" w:rsidRPr="001C0908" w:rsidRDefault="001C0908" w:rsidP="001C0908">
                  <w:pPr>
                    <w:pStyle w:val="SIText"/>
                  </w:pPr>
                  <w:r w:rsidRPr="001C0908">
                    <w:t>SIRRMER001</w:t>
                  </w:r>
                </w:p>
              </w:tc>
              <w:tc>
                <w:tcPr>
                  <w:tcW w:w="5477" w:type="dxa"/>
                </w:tcPr>
                <w:p w14:paraId="6AF68C4F" w14:textId="50BE6141" w:rsidR="001C0908" w:rsidRPr="001C0908" w:rsidRDefault="001C0908" w:rsidP="001C0908">
                  <w:pPr>
                    <w:pStyle w:val="SIText"/>
                  </w:pPr>
                  <w:r w:rsidRPr="001C0908">
                    <w:t>Produce visual merchandise displays</w:t>
                  </w:r>
                </w:p>
              </w:tc>
            </w:tr>
            <w:tr w:rsidR="001C0908" w:rsidRPr="00EC10C0" w14:paraId="5811C178" w14:textId="77777777" w:rsidTr="00C31D5C">
              <w:tc>
                <w:tcPr>
                  <w:tcW w:w="1769" w:type="dxa"/>
                </w:tcPr>
                <w:p w14:paraId="7D3B7BA8" w14:textId="32A5CFF5" w:rsidR="001C0908" w:rsidRPr="001C0908" w:rsidRDefault="001C0908" w:rsidP="001C0908">
                  <w:pPr>
                    <w:pStyle w:val="SIText"/>
                  </w:pPr>
                  <w:r w:rsidRPr="001C0908">
                    <w:t>SIRRRTF001</w:t>
                  </w:r>
                </w:p>
              </w:tc>
              <w:tc>
                <w:tcPr>
                  <w:tcW w:w="5477" w:type="dxa"/>
                </w:tcPr>
                <w:p w14:paraId="6E03DC75" w14:textId="1E27BF93" w:rsidR="001C0908" w:rsidRPr="001C0908" w:rsidRDefault="001C0908" w:rsidP="001C0908">
                  <w:pPr>
                    <w:pStyle w:val="SIText"/>
                  </w:pPr>
                  <w:r w:rsidRPr="001C0908">
                    <w:t>Balance and secure point-of-sale terminal</w:t>
                  </w:r>
                </w:p>
              </w:tc>
            </w:tr>
            <w:tr w:rsidR="001C0908" w:rsidRPr="00EC10C0" w14:paraId="18BAA8E6" w14:textId="77777777" w:rsidTr="00C31D5C">
              <w:tc>
                <w:tcPr>
                  <w:tcW w:w="1769" w:type="dxa"/>
                </w:tcPr>
                <w:p w14:paraId="57373D43" w14:textId="75ED2E82" w:rsidR="001C0908" w:rsidRPr="001C0908" w:rsidRDefault="001C0908" w:rsidP="001C0908">
                  <w:pPr>
                    <w:pStyle w:val="SIText"/>
                  </w:pPr>
                  <w:r w:rsidRPr="001C0908">
                    <w:t>SIRXPDK001</w:t>
                  </w:r>
                </w:p>
              </w:tc>
              <w:tc>
                <w:tcPr>
                  <w:tcW w:w="5477" w:type="dxa"/>
                </w:tcPr>
                <w:p w14:paraId="7D361A5D" w14:textId="271E35B4" w:rsidR="001C0908" w:rsidRPr="001C0908" w:rsidRDefault="001C0908" w:rsidP="001C0908">
                  <w:pPr>
                    <w:pStyle w:val="SIText"/>
                  </w:pPr>
                  <w:r w:rsidRPr="001C0908">
                    <w:t>Advise on products and services</w:t>
                  </w:r>
                </w:p>
              </w:tc>
            </w:tr>
            <w:tr w:rsidR="001C0908" w:rsidRPr="00EC10C0" w14:paraId="2209F212" w14:textId="77777777" w:rsidTr="00C31D5C">
              <w:tc>
                <w:tcPr>
                  <w:tcW w:w="1769" w:type="dxa"/>
                </w:tcPr>
                <w:p w14:paraId="1863AD62" w14:textId="4CFEF343" w:rsidR="001C0908" w:rsidRPr="001C0908" w:rsidRDefault="001C0908" w:rsidP="001C0908">
                  <w:pPr>
                    <w:pStyle w:val="SIText"/>
                  </w:pPr>
                  <w:r w:rsidRPr="001C0908">
                    <w:t>SIRXRSK001</w:t>
                  </w:r>
                </w:p>
              </w:tc>
              <w:tc>
                <w:tcPr>
                  <w:tcW w:w="5477" w:type="dxa"/>
                </w:tcPr>
                <w:p w14:paraId="42FF4764" w14:textId="6BC72602" w:rsidR="001C0908" w:rsidRPr="001C0908" w:rsidRDefault="001C0908" w:rsidP="001C0908">
                  <w:pPr>
                    <w:pStyle w:val="SIText"/>
                  </w:pPr>
                  <w:r w:rsidRPr="001C0908">
                    <w:t>Identify and respond to security risks</w:t>
                  </w:r>
                </w:p>
              </w:tc>
            </w:tr>
            <w:tr w:rsidR="001C0908" w:rsidRPr="00EC10C0" w14:paraId="54E1CBDD" w14:textId="77777777" w:rsidTr="00C31D5C">
              <w:tc>
                <w:tcPr>
                  <w:tcW w:w="1769" w:type="dxa"/>
                </w:tcPr>
                <w:p w14:paraId="1D248935" w14:textId="69BCD469" w:rsidR="001C0908" w:rsidRPr="001C0908" w:rsidRDefault="001C0908" w:rsidP="001C0908">
                  <w:pPr>
                    <w:pStyle w:val="SIText"/>
                  </w:pPr>
                  <w:r w:rsidRPr="001C0908">
                    <w:t>FBPPPL2001</w:t>
                  </w:r>
                </w:p>
              </w:tc>
              <w:tc>
                <w:tcPr>
                  <w:tcW w:w="5477" w:type="dxa"/>
                </w:tcPr>
                <w:p w14:paraId="1DB07A11" w14:textId="0C2DA766" w:rsidR="001C0908" w:rsidRPr="001C0908" w:rsidRDefault="001C0908" w:rsidP="001C0908">
                  <w:pPr>
                    <w:pStyle w:val="SIText"/>
                  </w:pPr>
                  <w:r w:rsidRPr="001C0908">
                    <w:t>Participate in work teams and groups</w:t>
                  </w:r>
                </w:p>
              </w:tc>
            </w:tr>
            <w:tr w:rsidR="001C0908" w:rsidRPr="00EC10C0" w14:paraId="452D2019" w14:textId="77777777" w:rsidTr="00C31D5C">
              <w:tc>
                <w:tcPr>
                  <w:tcW w:w="1769" w:type="dxa"/>
                </w:tcPr>
                <w:p w14:paraId="0C36B9A3" w14:textId="7A918A29" w:rsidR="001C0908" w:rsidRPr="001C0908" w:rsidRDefault="001C0908" w:rsidP="001C0908">
                  <w:pPr>
                    <w:pStyle w:val="SIText"/>
                  </w:pPr>
                  <w:r w:rsidRPr="001C0908">
                    <w:t>FBPOPR2001X</w:t>
                  </w:r>
                </w:p>
              </w:tc>
              <w:tc>
                <w:tcPr>
                  <w:tcW w:w="5477" w:type="dxa"/>
                </w:tcPr>
                <w:p w14:paraId="2A7C56E4" w14:textId="3C6E31D1" w:rsidR="001C0908" w:rsidRPr="001C0908" w:rsidRDefault="001C0908" w:rsidP="001C0908">
                  <w:pPr>
                    <w:pStyle w:val="SIText"/>
                  </w:pPr>
                  <w:r w:rsidRPr="001C0908">
                    <w:t>Work effectively in the food processing industry</w:t>
                  </w:r>
                </w:p>
              </w:tc>
            </w:tr>
            <w:tr w:rsidR="001C0908" w:rsidRPr="00EC10C0" w14:paraId="3F8BE354" w14:textId="77777777" w:rsidTr="00C31D5C">
              <w:tc>
                <w:tcPr>
                  <w:tcW w:w="1769" w:type="dxa"/>
                </w:tcPr>
                <w:p w14:paraId="2CDC6C9D" w14:textId="61C1D46E" w:rsidR="001C0908" w:rsidRPr="001C0908" w:rsidRDefault="001C0908" w:rsidP="001C0908">
                  <w:pPr>
                    <w:pStyle w:val="SIText"/>
                  </w:pPr>
                  <w:r w:rsidRPr="001C0908">
                    <w:t>FBPOPR2028X</w:t>
                  </w:r>
                </w:p>
              </w:tc>
              <w:tc>
                <w:tcPr>
                  <w:tcW w:w="5477" w:type="dxa"/>
                </w:tcPr>
                <w:p w14:paraId="1F3F7CF5" w14:textId="63FF57A0" w:rsidR="001C0908" w:rsidRPr="001C0908" w:rsidRDefault="001C0908" w:rsidP="001C0908">
                  <w:pPr>
                    <w:pStyle w:val="SIText"/>
                  </w:pPr>
                  <w:r w:rsidRPr="001C0908">
                    <w:t>Operate a mixing or blending process</w:t>
                  </w:r>
                </w:p>
              </w:tc>
            </w:tr>
            <w:tr w:rsidR="001C0908" w:rsidRPr="00D3715D" w14:paraId="38AE8B8C" w14:textId="77777777" w:rsidTr="00575D74">
              <w:tc>
                <w:tcPr>
                  <w:tcW w:w="1769" w:type="dxa"/>
                </w:tcPr>
                <w:p w14:paraId="200293F0" w14:textId="2F907F79" w:rsidR="001C0908" w:rsidRPr="001C0908" w:rsidRDefault="001C0908" w:rsidP="001C0908">
                  <w:pPr>
                    <w:pStyle w:val="SIText"/>
                    <w:rPr>
                      <w:highlight w:val="yellow"/>
                    </w:rPr>
                  </w:pPr>
                  <w:r w:rsidRPr="001C0908">
                    <w:t>FBPOPR2XX2</w:t>
                  </w:r>
                </w:p>
              </w:tc>
              <w:tc>
                <w:tcPr>
                  <w:tcW w:w="5477" w:type="dxa"/>
                </w:tcPr>
                <w:p w14:paraId="1DF22359" w14:textId="77777777" w:rsidR="001C0908" w:rsidRPr="001C0908" w:rsidRDefault="001C0908" w:rsidP="001C0908">
                  <w:pPr>
                    <w:pStyle w:val="SIText"/>
                    <w:rPr>
                      <w:highlight w:val="yellow"/>
                    </w:rPr>
                  </w:pPr>
                  <w:r w:rsidRPr="001C0908">
                    <w:t>Carry out manual handling tasks</w:t>
                  </w:r>
                </w:p>
              </w:tc>
            </w:tr>
            <w:tr w:rsidR="001C0908" w:rsidRPr="00D3715D" w14:paraId="36BB3F21" w14:textId="77777777" w:rsidTr="00575D74">
              <w:tc>
                <w:tcPr>
                  <w:tcW w:w="1769" w:type="dxa"/>
                </w:tcPr>
                <w:p w14:paraId="0E359B54" w14:textId="211D3E2F" w:rsidR="001C0908" w:rsidRPr="00B42C07" w:rsidRDefault="001C0908">
                  <w:pPr>
                    <w:pStyle w:val="SIText"/>
                  </w:pPr>
                  <w:r w:rsidRPr="00DA4E73">
                    <w:rPr>
                      <w:rStyle w:val="SITemporarytext-green"/>
                      <w:color w:val="auto"/>
                      <w:sz w:val="20"/>
                    </w:rPr>
                    <w:t>FBPFAV3001X</w:t>
                  </w:r>
                </w:p>
              </w:tc>
              <w:tc>
                <w:tcPr>
                  <w:tcW w:w="5477" w:type="dxa"/>
                </w:tcPr>
                <w:p w14:paraId="39949193" w14:textId="65F91EBE" w:rsidR="001C0908" w:rsidRPr="00DA4E73" w:rsidRDefault="001C090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DA4E73">
                    <w:rPr>
                      <w:rStyle w:val="SITemporarytext-green"/>
                      <w:color w:val="auto"/>
                      <w:sz w:val="20"/>
                    </w:rPr>
                    <w:t>Conduct chemical wash for fresh produce</w:t>
                  </w:r>
                </w:p>
              </w:tc>
            </w:tr>
          </w:tbl>
          <w:p w14:paraId="1648B413" w14:textId="77777777" w:rsidR="007B1F0D" w:rsidRDefault="007B1F0D"/>
          <w:p w14:paraId="051EF656" w14:textId="34A8457A" w:rsidR="000C6437" w:rsidRPr="000C6437" w:rsidRDefault="00C31D5C" w:rsidP="00277675">
            <w:pPr>
              <w:pStyle w:val="SIText-Bold"/>
              <w:rPr>
                <w:rStyle w:val="SITemporarytext-green"/>
              </w:rPr>
            </w:pPr>
            <w: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0"/>
              <w:gridCol w:w="5516"/>
            </w:tblGrid>
            <w:tr w:rsidR="008A2EF1" w:rsidRPr="005C7EA8" w14:paraId="766DB723" w14:textId="77777777" w:rsidTr="00AA6B1C">
              <w:tc>
                <w:tcPr>
                  <w:tcW w:w="1730" w:type="dxa"/>
                </w:tcPr>
                <w:p w14:paraId="2DD02085" w14:textId="77777777" w:rsidR="008A2EF1" w:rsidRPr="007D439C" w:rsidRDefault="008A2EF1" w:rsidP="007D439C">
                  <w:pPr>
                    <w:pStyle w:val="SIText"/>
                  </w:pPr>
                  <w:r w:rsidRPr="007D439C">
                    <w:t>FBPBPG1XX1</w:t>
                  </w:r>
                </w:p>
              </w:tc>
              <w:tc>
                <w:tcPr>
                  <w:tcW w:w="5516" w:type="dxa"/>
                </w:tcPr>
                <w:p w14:paraId="247C4AC9" w14:textId="77777777" w:rsidR="008A2EF1" w:rsidRPr="007D439C" w:rsidRDefault="008A2EF1" w:rsidP="007D439C">
                  <w:pPr>
                    <w:pStyle w:val="SIText"/>
                  </w:pPr>
                  <w:r w:rsidRPr="007D439C">
                    <w:t>Pack or unpack product manually</w:t>
                  </w:r>
                </w:p>
              </w:tc>
            </w:tr>
            <w:tr w:rsidR="008A2EF1" w:rsidRPr="005C7EA8" w14:paraId="559B779B" w14:textId="77777777" w:rsidTr="00AA6B1C">
              <w:tc>
                <w:tcPr>
                  <w:tcW w:w="1730" w:type="dxa"/>
                </w:tcPr>
                <w:p w14:paraId="6A17B4E5" w14:textId="77777777" w:rsidR="008A2EF1" w:rsidRPr="00D75D8D" w:rsidRDefault="008A2EF1" w:rsidP="00D75D8D">
                  <w:pPr>
                    <w:pStyle w:val="SIText"/>
                  </w:pPr>
                  <w:r w:rsidRPr="00CD6C82">
                    <w:t>FBPFSY1001X</w:t>
                  </w:r>
                </w:p>
              </w:tc>
              <w:tc>
                <w:tcPr>
                  <w:tcW w:w="5516" w:type="dxa"/>
                </w:tcPr>
                <w:p w14:paraId="2A83A6B6" w14:textId="77777777" w:rsidR="008A2EF1" w:rsidRPr="00F8438C" w:rsidRDefault="008A2EF1" w:rsidP="00D75D8D">
                  <w:pPr>
                    <w:pStyle w:val="SIText"/>
                  </w:pPr>
                  <w:r w:rsidRPr="00CD6C82">
                    <w:t>Follow work procedures to maintain food safety</w:t>
                  </w:r>
                </w:p>
              </w:tc>
            </w:tr>
            <w:tr w:rsidR="008A2EF1" w:rsidRPr="005C7EA8" w14:paraId="53A7B0D6" w14:textId="77777777" w:rsidTr="00AA6B1C">
              <w:tc>
                <w:tcPr>
                  <w:tcW w:w="1730" w:type="dxa"/>
                </w:tcPr>
                <w:p w14:paraId="484846D5" w14:textId="77777777" w:rsidR="008A2EF1" w:rsidRPr="007D439C" w:rsidRDefault="008A2EF1" w:rsidP="007D439C">
                  <w:pPr>
                    <w:pStyle w:val="SIText"/>
                  </w:pPr>
                  <w:r w:rsidRPr="007D439C">
                    <w:t>FBPOPR1002X</w:t>
                  </w:r>
                </w:p>
              </w:tc>
              <w:tc>
                <w:tcPr>
                  <w:tcW w:w="5516" w:type="dxa"/>
                </w:tcPr>
                <w:p w14:paraId="17D224D6" w14:textId="77777777" w:rsidR="008A2EF1" w:rsidRPr="007D439C" w:rsidRDefault="008A2EF1" w:rsidP="007D439C">
                  <w:pPr>
                    <w:pStyle w:val="SIText"/>
                  </w:pPr>
                  <w:r w:rsidRPr="007D439C">
                    <w:t>Operate automated washing equipment</w:t>
                  </w:r>
                </w:p>
              </w:tc>
            </w:tr>
            <w:tr w:rsidR="008A2EF1" w:rsidRPr="005C7EA8" w14:paraId="38CBBB56" w14:textId="77777777" w:rsidTr="00AA6B1C">
              <w:trPr>
                <w:trHeight w:val="249"/>
              </w:trPr>
              <w:tc>
                <w:tcPr>
                  <w:tcW w:w="1730" w:type="dxa"/>
                </w:tcPr>
                <w:p w14:paraId="6337D4D6" w14:textId="77777777" w:rsidR="008A2EF1" w:rsidRPr="007D439C" w:rsidRDefault="008A2EF1" w:rsidP="007D439C">
                  <w:pPr>
                    <w:pStyle w:val="SIText"/>
                  </w:pPr>
                  <w:r w:rsidRPr="007D439C">
                    <w:t>FBPOPR1004X</w:t>
                  </w:r>
                </w:p>
              </w:tc>
              <w:tc>
                <w:tcPr>
                  <w:tcW w:w="5516" w:type="dxa"/>
                </w:tcPr>
                <w:p w14:paraId="6FED0070" w14:textId="77777777" w:rsidR="008A2EF1" w:rsidRPr="007D439C" w:rsidRDefault="008A2EF1" w:rsidP="007D439C">
                  <w:pPr>
                    <w:pStyle w:val="SIText"/>
                  </w:pPr>
                  <w:r w:rsidRPr="007D439C">
                    <w:t>Prepare basic mixes</w:t>
                  </w:r>
                </w:p>
              </w:tc>
            </w:tr>
            <w:tr w:rsidR="008A2EF1" w:rsidRPr="005C7EA8" w14:paraId="083847DE" w14:textId="77777777" w:rsidTr="00AA6B1C">
              <w:tc>
                <w:tcPr>
                  <w:tcW w:w="1730" w:type="dxa"/>
                </w:tcPr>
                <w:p w14:paraId="7ADEAF13" w14:textId="77777777" w:rsidR="008A2EF1" w:rsidRPr="007D439C" w:rsidRDefault="008A2EF1" w:rsidP="007D439C">
                  <w:pPr>
                    <w:pStyle w:val="SIText"/>
                  </w:pPr>
                  <w:r w:rsidRPr="007D439C">
                    <w:t>FBPOPR1005X</w:t>
                  </w:r>
                </w:p>
              </w:tc>
              <w:tc>
                <w:tcPr>
                  <w:tcW w:w="5516" w:type="dxa"/>
                </w:tcPr>
                <w:p w14:paraId="4BEF6E21" w14:textId="77777777" w:rsidR="008A2EF1" w:rsidRPr="007D439C" w:rsidRDefault="008A2EF1" w:rsidP="007D439C">
                  <w:pPr>
                    <w:pStyle w:val="SIText"/>
                  </w:pPr>
                  <w:r w:rsidRPr="007D439C">
                    <w:t>Operate basic equipment</w:t>
                  </w:r>
                </w:p>
              </w:tc>
            </w:tr>
            <w:tr w:rsidR="008A2EF1" w:rsidRPr="005C7EA8" w14:paraId="580E50DD" w14:textId="77777777" w:rsidTr="00AA6B1C">
              <w:tc>
                <w:tcPr>
                  <w:tcW w:w="1730" w:type="dxa"/>
                </w:tcPr>
                <w:p w14:paraId="7229B961" w14:textId="77777777" w:rsidR="008A2EF1" w:rsidRPr="007D439C" w:rsidRDefault="008A2EF1" w:rsidP="007D439C">
                  <w:pPr>
                    <w:pStyle w:val="SIText"/>
                  </w:pPr>
                  <w:r w:rsidRPr="007D439C">
                    <w:t>FBPOPR1006X</w:t>
                  </w:r>
                </w:p>
              </w:tc>
              <w:tc>
                <w:tcPr>
                  <w:tcW w:w="5516" w:type="dxa"/>
                </w:tcPr>
                <w:p w14:paraId="45B9C51C" w14:textId="77777777" w:rsidR="008A2EF1" w:rsidRPr="007D439C" w:rsidRDefault="008A2EF1" w:rsidP="007D439C">
                  <w:pPr>
                    <w:pStyle w:val="SIText"/>
                  </w:pPr>
                  <w:r w:rsidRPr="007D439C">
                    <w:t>Monitor process operation</w:t>
                  </w:r>
                </w:p>
              </w:tc>
            </w:tr>
            <w:tr w:rsidR="008A2EF1" w:rsidRPr="005C7EA8" w14:paraId="6B0F3B75" w14:textId="77777777" w:rsidTr="00AA6B1C">
              <w:tc>
                <w:tcPr>
                  <w:tcW w:w="1730" w:type="dxa"/>
                </w:tcPr>
                <w:p w14:paraId="38411DDB" w14:textId="77777777" w:rsidR="008A2EF1" w:rsidRPr="00331986" w:rsidRDefault="008A2EF1" w:rsidP="00331986">
                  <w:pPr>
                    <w:pStyle w:val="SIText"/>
                  </w:pPr>
                  <w:r w:rsidRPr="00CD6C82">
                    <w:t>FBPOPR1007X</w:t>
                  </w:r>
                </w:p>
              </w:tc>
              <w:tc>
                <w:tcPr>
                  <w:tcW w:w="5516" w:type="dxa"/>
                </w:tcPr>
                <w:p w14:paraId="352336CC" w14:textId="77777777" w:rsidR="008A2EF1" w:rsidRPr="00331986" w:rsidRDefault="008A2EF1" w:rsidP="00331986">
                  <w:pPr>
                    <w:pStyle w:val="SIText"/>
                  </w:pPr>
                  <w:r w:rsidRPr="00CD6C82">
                    <w:t xml:space="preserve">Participate effectively in a workplace </w:t>
                  </w:r>
                  <w:r w:rsidRPr="00331986">
                    <w:t>environment</w:t>
                  </w:r>
                </w:p>
              </w:tc>
            </w:tr>
            <w:tr w:rsidR="008A2EF1" w:rsidRPr="005C7EA8" w14:paraId="5A6C0B26" w14:textId="77777777" w:rsidTr="00AA6B1C">
              <w:tc>
                <w:tcPr>
                  <w:tcW w:w="1730" w:type="dxa"/>
                </w:tcPr>
                <w:p w14:paraId="4268F815" w14:textId="77777777" w:rsidR="008A2EF1" w:rsidRPr="00331986" w:rsidRDefault="008A2EF1" w:rsidP="00331986">
                  <w:pPr>
                    <w:pStyle w:val="SIText"/>
                  </w:pPr>
                  <w:r w:rsidRPr="00CD6C82">
                    <w:t>FBPOPR1008X</w:t>
                  </w:r>
                </w:p>
              </w:tc>
              <w:tc>
                <w:tcPr>
                  <w:tcW w:w="5516" w:type="dxa"/>
                </w:tcPr>
                <w:p w14:paraId="50020BC7" w14:textId="77777777" w:rsidR="008A2EF1" w:rsidRPr="00331986" w:rsidRDefault="008A2EF1" w:rsidP="00331986">
                  <w:pPr>
                    <w:pStyle w:val="SIText"/>
                  </w:pPr>
                  <w:r w:rsidRPr="00CD6C82">
                    <w:t>Take and record basic measurements</w:t>
                  </w:r>
                </w:p>
              </w:tc>
            </w:tr>
            <w:tr w:rsidR="008A2EF1" w:rsidRPr="005C7EA8" w14:paraId="03180B13" w14:textId="77777777" w:rsidTr="00AA6B1C">
              <w:tc>
                <w:tcPr>
                  <w:tcW w:w="1730" w:type="dxa"/>
                </w:tcPr>
                <w:p w14:paraId="7DF49162" w14:textId="77777777" w:rsidR="008A2EF1" w:rsidRPr="00331986" w:rsidRDefault="008A2EF1" w:rsidP="00331986">
                  <w:pPr>
                    <w:pStyle w:val="SIText"/>
                  </w:pPr>
                  <w:r w:rsidRPr="00CD6C82">
                    <w:t>FBPOPR1009X</w:t>
                  </w:r>
                </w:p>
              </w:tc>
              <w:tc>
                <w:tcPr>
                  <w:tcW w:w="5516" w:type="dxa"/>
                </w:tcPr>
                <w:p w14:paraId="2A7A61FA" w14:textId="77777777" w:rsidR="008A2EF1" w:rsidRPr="00331986" w:rsidRDefault="008A2EF1" w:rsidP="00331986">
                  <w:pPr>
                    <w:pStyle w:val="SIText"/>
                  </w:pPr>
                  <w:r w:rsidRPr="00CD6C82">
                    <w:t>Follow work procedures to maintain quality</w:t>
                  </w:r>
                </w:p>
              </w:tc>
            </w:tr>
            <w:tr w:rsidR="008A2EF1" w:rsidRPr="005C7EA8" w14:paraId="32006F3C" w14:textId="77777777" w:rsidTr="00AA6B1C">
              <w:tc>
                <w:tcPr>
                  <w:tcW w:w="1730" w:type="dxa"/>
                </w:tcPr>
                <w:p w14:paraId="7747F481" w14:textId="77777777" w:rsidR="008A2EF1" w:rsidRPr="007D439C" w:rsidRDefault="008A2EF1" w:rsidP="007D439C">
                  <w:pPr>
                    <w:pStyle w:val="SIText"/>
                  </w:pPr>
                  <w:r w:rsidRPr="007D439C">
                    <w:t>FBP</w:t>
                  </w:r>
                  <w:r w:rsidRPr="007D439C">
                    <w:rPr>
                      <w:rStyle w:val="SITemporarytext-blue"/>
                      <w:color w:val="auto"/>
                      <w:sz w:val="20"/>
                    </w:rPr>
                    <w:t>PPL1XX2</w:t>
                  </w:r>
                </w:p>
              </w:tc>
              <w:tc>
                <w:tcPr>
                  <w:tcW w:w="5516" w:type="dxa"/>
                </w:tcPr>
                <w:p w14:paraId="1E7BF027" w14:textId="77777777" w:rsidR="008A2EF1" w:rsidRPr="007D439C" w:rsidRDefault="008A2EF1" w:rsidP="007D439C">
                  <w:pPr>
                    <w:pStyle w:val="SIText"/>
                  </w:pPr>
                  <w:r w:rsidRPr="007D439C">
                    <w:t>Communicate workplace information</w:t>
                  </w:r>
                </w:p>
              </w:tc>
            </w:tr>
            <w:tr w:rsidR="008A2EF1" w:rsidRPr="005C7EA8" w14:paraId="1B7BD887" w14:textId="77777777" w:rsidTr="00AA6B1C">
              <w:tc>
                <w:tcPr>
                  <w:tcW w:w="1730" w:type="dxa"/>
                </w:tcPr>
                <w:p w14:paraId="55B818CD" w14:textId="77777777" w:rsidR="008A2EF1" w:rsidRPr="00331986" w:rsidRDefault="008A2EF1" w:rsidP="00331986">
                  <w:pPr>
                    <w:pStyle w:val="SIText"/>
                    <w:rPr>
                      <w:highlight w:val="yellow"/>
                    </w:rPr>
                  </w:pPr>
                  <w:r w:rsidRPr="00CD6C82">
                    <w:t>FBPWHS1001</w:t>
                  </w:r>
                </w:p>
              </w:tc>
              <w:tc>
                <w:tcPr>
                  <w:tcW w:w="5516" w:type="dxa"/>
                </w:tcPr>
                <w:p w14:paraId="129C5FAB" w14:textId="77777777" w:rsidR="008A2EF1" w:rsidRPr="00331986" w:rsidRDefault="008A2EF1" w:rsidP="00331986">
                  <w:pPr>
                    <w:pStyle w:val="SIText"/>
                    <w:rPr>
                      <w:highlight w:val="yellow"/>
                    </w:rPr>
                  </w:pPr>
                  <w:r w:rsidRPr="00CD6C82">
                    <w:t>Identify safe work practices</w:t>
                  </w:r>
                </w:p>
              </w:tc>
            </w:tr>
          </w:tbl>
          <w:p w14:paraId="38B561A4" w14:textId="62F957CF" w:rsidR="00A02100" w:rsidRDefault="00A02100" w:rsidP="00CD6C82">
            <w:pPr>
              <w:pStyle w:val="SIText"/>
            </w:pPr>
          </w:p>
          <w:p w14:paraId="174543FC" w14:textId="77777777" w:rsidR="004270D2" w:rsidRDefault="004270D2" w:rsidP="008E7B69"/>
        </w:tc>
      </w:tr>
    </w:tbl>
    <w:p w14:paraId="616F309F" w14:textId="77777777" w:rsidR="000D7BE6" w:rsidRDefault="000D7BE6"/>
    <w:p w14:paraId="01A938E1" w14:textId="77777777" w:rsidR="000D7BE6" w:rsidRDefault="000D7BE6">
      <w:pPr>
        <w:spacing w:after="200" w:line="276" w:lineRule="auto"/>
      </w:pPr>
      <w:r>
        <w:br w:type="page"/>
      </w:r>
    </w:p>
    <w:p w14:paraId="53F7BF8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286BCE2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7C0CF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C0B34E1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41F0D60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4F875F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AD1DFC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083338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45CB88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96870BF" w14:textId="77777777" w:rsidTr="008846E4">
              <w:tc>
                <w:tcPr>
                  <w:tcW w:w="1028" w:type="pct"/>
                </w:tcPr>
                <w:p w14:paraId="71C80A69" w14:textId="3C974BFD" w:rsidR="00F262E3" w:rsidRPr="00F262E3" w:rsidRDefault="00F262E3" w:rsidP="00F262E3">
                  <w:pPr>
                    <w:pStyle w:val="SIText"/>
                  </w:pPr>
                  <w:r>
                    <w:t>FBP2</w:t>
                  </w:r>
                  <w:r w:rsidR="00D15235">
                    <w:t>X120</w:t>
                  </w:r>
                  <w:r>
                    <w:t xml:space="preserve"> </w:t>
                  </w:r>
                  <w:r w:rsidRPr="00F262E3">
                    <w:t>Certificate II in Food Processing</w:t>
                  </w:r>
                </w:p>
                <w:p w14:paraId="3650CD8E" w14:textId="15E79EE9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1964FF57" w14:textId="1CCD168A" w:rsidR="00F8438C" w:rsidRPr="00F8438C" w:rsidRDefault="00F8438C" w:rsidP="00F8438C">
                  <w:pPr>
                    <w:pStyle w:val="SIText"/>
                  </w:pPr>
                  <w:r>
                    <w:t xml:space="preserve">FBP220117 </w:t>
                  </w:r>
                  <w:r w:rsidRPr="00F8438C">
                    <w:t>Certificate II in Food Processing</w:t>
                  </w:r>
                </w:p>
                <w:p w14:paraId="54EA8478" w14:textId="0ED4EBC1" w:rsidR="000C13F1" w:rsidRPr="00BC49BB" w:rsidRDefault="000C13F1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2D658AA1" w14:textId="54DA314A" w:rsidR="000C13F1" w:rsidRDefault="00330327" w:rsidP="000C13F1">
                  <w:pPr>
                    <w:pStyle w:val="SIText"/>
                  </w:pPr>
                  <w:r>
                    <w:t>Packaging rules updated</w:t>
                  </w:r>
                </w:p>
                <w:p w14:paraId="50C9F18F" w14:textId="77777777" w:rsidR="006E30CC" w:rsidRDefault="006E30CC" w:rsidP="000C13F1">
                  <w:pPr>
                    <w:pStyle w:val="SIText"/>
                  </w:pPr>
                </w:p>
                <w:p w14:paraId="51A1D240" w14:textId="0080304F" w:rsidR="006E30CC" w:rsidRDefault="006E30CC" w:rsidP="000C13F1">
                  <w:pPr>
                    <w:pStyle w:val="SIText"/>
                  </w:pPr>
                  <w:r>
                    <w:t xml:space="preserve">Qualification merged with </w:t>
                  </w:r>
                  <w:r w:rsidRPr="006E30CC">
                    <w:t>FBP20317 Certificate II in Food Processing (Sales)</w:t>
                  </w:r>
                </w:p>
                <w:p w14:paraId="6F0285C7" w14:textId="77777777" w:rsidR="00330327" w:rsidRDefault="00330327" w:rsidP="000C13F1">
                  <w:pPr>
                    <w:pStyle w:val="SIText"/>
                  </w:pPr>
                </w:p>
                <w:p w14:paraId="43E8DF29" w14:textId="77C42219" w:rsidR="00330327" w:rsidRPr="007647DA" w:rsidRDefault="00330327" w:rsidP="000C13F1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  <w:tc>
                <w:tcPr>
                  <w:tcW w:w="1469" w:type="pct"/>
                </w:tcPr>
                <w:p w14:paraId="57C6137E" w14:textId="1BBC0B5B" w:rsidR="000C13F1" w:rsidRPr="00DA4E73" w:rsidRDefault="008A2EF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DA4E73">
                    <w:rPr>
                      <w:rStyle w:val="SITemporarytext-green"/>
                      <w:color w:val="auto"/>
                      <w:sz w:val="20"/>
                    </w:rPr>
                    <w:t>Not equivalent</w:t>
                  </w:r>
                </w:p>
                <w:p w14:paraId="4C15BFB5" w14:textId="303F8D87" w:rsidR="000C13F1" w:rsidRPr="008A2EF1" w:rsidRDefault="000C13F1">
                  <w:pPr>
                    <w:pStyle w:val="SIText"/>
                  </w:pPr>
                </w:p>
              </w:tc>
            </w:tr>
            <w:tr w:rsidR="00D15235" w:rsidRPr="00BC49BB" w14:paraId="14087E1A" w14:textId="77777777" w:rsidTr="008846E4">
              <w:tc>
                <w:tcPr>
                  <w:tcW w:w="1028" w:type="pct"/>
                </w:tcPr>
                <w:p w14:paraId="58E13521" w14:textId="77777777" w:rsidR="00D15235" w:rsidRPr="00D15235" w:rsidRDefault="00D15235" w:rsidP="00D15235">
                  <w:pPr>
                    <w:pStyle w:val="SIText"/>
                  </w:pPr>
                  <w:r w:rsidRPr="00D15235">
                    <w:t>FBP2X120 Certificate II in Food Processing</w:t>
                  </w:r>
                </w:p>
                <w:p w14:paraId="20383F47" w14:textId="77777777" w:rsidR="00D15235" w:rsidRPr="00D15235" w:rsidRDefault="00D15235" w:rsidP="00D15235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1462A6BE" w14:textId="77777777" w:rsidR="00D15235" w:rsidRPr="00D15235" w:rsidRDefault="00D15235" w:rsidP="00D15235">
                  <w:pPr>
                    <w:pStyle w:val="SIText"/>
                  </w:pPr>
                  <w:r w:rsidRPr="00D15235">
                    <w:t>FBP20317 Certificate II in Food Processing (Sales)</w:t>
                  </w:r>
                </w:p>
                <w:p w14:paraId="28E04EA7" w14:textId="77777777" w:rsidR="00D15235" w:rsidRPr="00D15235" w:rsidRDefault="00D15235" w:rsidP="00D15235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40361790" w14:textId="180C607A" w:rsidR="00D15235" w:rsidRPr="00D15235" w:rsidRDefault="00D15235" w:rsidP="00D15235">
                  <w:pPr>
                    <w:pStyle w:val="SIText"/>
                  </w:pPr>
                  <w:r w:rsidRPr="00D15235">
                    <w:t>Qualification merged</w:t>
                  </w:r>
                  <w:r w:rsidR="006E30CC">
                    <w:t xml:space="preserve"> with </w:t>
                  </w:r>
                  <w:r w:rsidR="006E30CC" w:rsidRPr="006E30CC">
                    <w:t>FBP220117 Certificate II in Food Processing</w:t>
                  </w:r>
                </w:p>
              </w:tc>
              <w:tc>
                <w:tcPr>
                  <w:tcW w:w="1469" w:type="pct"/>
                </w:tcPr>
                <w:p w14:paraId="2CF6F442" w14:textId="6607E92D" w:rsidR="00113409" w:rsidRPr="00DA4E73" w:rsidRDefault="008A2EF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DA4E73">
                    <w:rPr>
                      <w:rStyle w:val="SITemporarytext-green"/>
                      <w:color w:val="auto"/>
                      <w:sz w:val="20"/>
                    </w:rPr>
                    <w:t>Not equivalent</w:t>
                  </w:r>
                </w:p>
                <w:p w14:paraId="7632C04F" w14:textId="52D41358" w:rsidR="00D15235" w:rsidRPr="00DA4E73" w:rsidRDefault="00D15235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</w:p>
              </w:tc>
            </w:tr>
          </w:tbl>
          <w:p w14:paraId="36BA421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8A6540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608F0F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E9FDE4B" w14:textId="77777777" w:rsidR="00F262E3" w:rsidRPr="00F262E3" w:rsidRDefault="00F262E3" w:rsidP="00F262E3">
            <w:pPr>
              <w:pStyle w:val="SIText"/>
            </w:pPr>
            <w:r>
              <w:t xml:space="preserve">Companion Volumes, including Implementation </w:t>
            </w:r>
            <w:r w:rsidRPr="00F262E3">
              <w:t xml:space="preserve">Guides, are available at </w:t>
            </w:r>
            <w:proofErr w:type="spellStart"/>
            <w:r w:rsidRPr="00F262E3">
              <w:t>VETNet</w:t>
            </w:r>
            <w:proofErr w:type="spellEnd"/>
            <w:r w:rsidRPr="00F262E3">
              <w:t xml:space="preserve">: </w:t>
            </w:r>
          </w:p>
          <w:p w14:paraId="0509EBC3" w14:textId="5489C3C2" w:rsidR="000C13F1" w:rsidRPr="00AF2F35" w:rsidRDefault="00F262E3" w:rsidP="00F262E3">
            <w:pPr>
              <w:pStyle w:val="SIText"/>
              <w:rPr>
                <w:rStyle w:val="SITemporarytext-red"/>
              </w:rPr>
            </w:pPr>
            <w:r w:rsidRPr="00632FB8">
              <w:t>https://vetnet.gov.au/Pages/TrainingDocs.aspx?q=78b15323-cd38-483e-aad7-1159b570a5c4</w:t>
            </w:r>
          </w:p>
        </w:tc>
      </w:tr>
    </w:tbl>
    <w:p w14:paraId="4FF1A518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AC152" w14:textId="77777777" w:rsidR="00E87CFD" w:rsidRDefault="00E87CFD" w:rsidP="00BF3F0A">
      <w:r>
        <w:separator/>
      </w:r>
    </w:p>
    <w:p w14:paraId="45C73A30" w14:textId="77777777" w:rsidR="00E87CFD" w:rsidRDefault="00E87CFD"/>
  </w:endnote>
  <w:endnote w:type="continuationSeparator" w:id="0">
    <w:p w14:paraId="0EE70DFD" w14:textId="77777777" w:rsidR="00E87CFD" w:rsidRDefault="00E87CFD" w:rsidP="00BF3F0A">
      <w:r>
        <w:continuationSeparator/>
      </w:r>
    </w:p>
    <w:p w14:paraId="511051BD" w14:textId="77777777" w:rsidR="00E87CFD" w:rsidRDefault="00E87C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CE139" w14:textId="77777777" w:rsidR="00EF01E0" w:rsidRDefault="00EF01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F2A42B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F90B400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4D564E8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C29C0" w14:textId="77777777" w:rsidR="00EF01E0" w:rsidRDefault="00EF01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2929E" w14:textId="77777777" w:rsidR="00E87CFD" w:rsidRDefault="00E87CFD" w:rsidP="00BF3F0A">
      <w:r>
        <w:separator/>
      </w:r>
    </w:p>
    <w:p w14:paraId="375FA060" w14:textId="77777777" w:rsidR="00E87CFD" w:rsidRDefault="00E87CFD"/>
  </w:footnote>
  <w:footnote w:type="continuationSeparator" w:id="0">
    <w:p w14:paraId="6F2A2CAE" w14:textId="77777777" w:rsidR="00E87CFD" w:rsidRDefault="00E87CFD" w:rsidP="00BF3F0A">
      <w:r>
        <w:continuationSeparator/>
      </w:r>
    </w:p>
    <w:p w14:paraId="400102C0" w14:textId="77777777" w:rsidR="00E87CFD" w:rsidRDefault="00E87C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08FC2" w14:textId="77777777" w:rsidR="00EF01E0" w:rsidRDefault="00EF01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A4D29" w14:textId="2275F996" w:rsidR="009C2650" w:rsidRPr="001F03D0" w:rsidRDefault="001D0FC5" w:rsidP="001F03D0">
    <w:pPr>
      <w:pStyle w:val="SIText"/>
    </w:pPr>
    <w:sdt>
      <w:sdtPr>
        <w:id w:val="-1048442536"/>
        <w:docPartObj>
          <w:docPartGallery w:val="Watermarks"/>
          <w:docPartUnique/>
        </w:docPartObj>
      </w:sdtPr>
      <w:sdtEndPr/>
      <w:sdtContent>
        <w:r>
          <w:pict w14:anchorId="60F248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41B10" w:rsidRPr="00D15235">
      <w:t xml:space="preserve">FBP2X120 </w:t>
    </w:r>
    <w:r w:rsidR="001F03D0" w:rsidRPr="00977DA7">
      <w:t>Certificate II in Food 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33FB3" w14:textId="77777777" w:rsidR="00EF01E0" w:rsidRDefault="00EF01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4771CB"/>
    <w:multiLevelType w:val="multilevel"/>
    <w:tmpl w:val="835AB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4"/>
  </w:num>
  <w:num w:numId="14">
    <w:abstractNumId w:val="7"/>
  </w:num>
  <w:num w:numId="15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ni McDonald">
    <w15:presenceInfo w15:providerId="None" w15:userId="Danni McDonal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D0"/>
    <w:rsid w:val="00000833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2D"/>
    <w:rsid w:val="00064BFE"/>
    <w:rsid w:val="00070B3E"/>
    <w:rsid w:val="00071F95"/>
    <w:rsid w:val="000737BB"/>
    <w:rsid w:val="00073CDF"/>
    <w:rsid w:val="00074E47"/>
    <w:rsid w:val="000A5441"/>
    <w:rsid w:val="000B7748"/>
    <w:rsid w:val="000C13F1"/>
    <w:rsid w:val="000C4C2D"/>
    <w:rsid w:val="000C6437"/>
    <w:rsid w:val="000D7BE6"/>
    <w:rsid w:val="000E2C86"/>
    <w:rsid w:val="000E3BC3"/>
    <w:rsid w:val="000F29F2"/>
    <w:rsid w:val="00101659"/>
    <w:rsid w:val="001078BF"/>
    <w:rsid w:val="00113409"/>
    <w:rsid w:val="00121EA0"/>
    <w:rsid w:val="00133957"/>
    <w:rsid w:val="001343F8"/>
    <w:rsid w:val="001372F6"/>
    <w:rsid w:val="00137B7B"/>
    <w:rsid w:val="00140954"/>
    <w:rsid w:val="00144385"/>
    <w:rsid w:val="00151293"/>
    <w:rsid w:val="00151D93"/>
    <w:rsid w:val="00155261"/>
    <w:rsid w:val="00156EF3"/>
    <w:rsid w:val="00176E4F"/>
    <w:rsid w:val="0018546B"/>
    <w:rsid w:val="00197AD0"/>
    <w:rsid w:val="001A6A3E"/>
    <w:rsid w:val="001A7B6D"/>
    <w:rsid w:val="001B34D5"/>
    <w:rsid w:val="001B513A"/>
    <w:rsid w:val="001C0908"/>
    <w:rsid w:val="001C0A75"/>
    <w:rsid w:val="001C15FE"/>
    <w:rsid w:val="001D0FC5"/>
    <w:rsid w:val="001E16BC"/>
    <w:rsid w:val="001E7677"/>
    <w:rsid w:val="001F03D0"/>
    <w:rsid w:val="001F28F9"/>
    <w:rsid w:val="001F2BA5"/>
    <w:rsid w:val="001F308D"/>
    <w:rsid w:val="001F6FC0"/>
    <w:rsid w:val="00201A7C"/>
    <w:rsid w:val="0021414D"/>
    <w:rsid w:val="00223124"/>
    <w:rsid w:val="00226A6D"/>
    <w:rsid w:val="00234444"/>
    <w:rsid w:val="00242293"/>
    <w:rsid w:val="00244EA7"/>
    <w:rsid w:val="00262FC3"/>
    <w:rsid w:val="00273EBC"/>
    <w:rsid w:val="00276DB8"/>
    <w:rsid w:val="00277675"/>
    <w:rsid w:val="0028003F"/>
    <w:rsid w:val="00282664"/>
    <w:rsid w:val="00285FB8"/>
    <w:rsid w:val="002931C2"/>
    <w:rsid w:val="002949A9"/>
    <w:rsid w:val="002A31FB"/>
    <w:rsid w:val="002A44B7"/>
    <w:rsid w:val="002A4CD3"/>
    <w:rsid w:val="002C24D4"/>
    <w:rsid w:val="002C55E9"/>
    <w:rsid w:val="002D0C8B"/>
    <w:rsid w:val="002E1448"/>
    <w:rsid w:val="002E193E"/>
    <w:rsid w:val="002E25AE"/>
    <w:rsid w:val="002F1BE6"/>
    <w:rsid w:val="002F6D67"/>
    <w:rsid w:val="00321C7C"/>
    <w:rsid w:val="00323FEA"/>
    <w:rsid w:val="00330327"/>
    <w:rsid w:val="00331986"/>
    <w:rsid w:val="00337E82"/>
    <w:rsid w:val="0034520B"/>
    <w:rsid w:val="00350BB1"/>
    <w:rsid w:val="00352C83"/>
    <w:rsid w:val="00361F6C"/>
    <w:rsid w:val="0037067D"/>
    <w:rsid w:val="003726EE"/>
    <w:rsid w:val="00381DFC"/>
    <w:rsid w:val="0038735B"/>
    <w:rsid w:val="003916D1"/>
    <w:rsid w:val="00397A36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13195"/>
    <w:rsid w:val="00414629"/>
    <w:rsid w:val="00415C88"/>
    <w:rsid w:val="00423D30"/>
    <w:rsid w:val="004270D2"/>
    <w:rsid w:val="0043212E"/>
    <w:rsid w:val="0043324E"/>
    <w:rsid w:val="004339BA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189E"/>
    <w:rsid w:val="004832D2"/>
    <w:rsid w:val="00485559"/>
    <w:rsid w:val="004A142B"/>
    <w:rsid w:val="004A44E8"/>
    <w:rsid w:val="004B29B7"/>
    <w:rsid w:val="004B2A2B"/>
    <w:rsid w:val="004C2244"/>
    <w:rsid w:val="004C79A1"/>
    <w:rsid w:val="004D07FB"/>
    <w:rsid w:val="004D0D5F"/>
    <w:rsid w:val="004D1569"/>
    <w:rsid w:val="004D2710"/>
    <w:rsid w:val="004D44B1"/>
    <w:rsid w:val="004E0460"/>
    <w:rsid w:val="004E0B05"/>
    <w:rsid w:val="004E1579"/>
    <w:rsid w:val="004E22D9"/>
    <w:rsid w:val="004E5FAE"/>
    <w:rsid w:val="004E7094"/>
    <w:rsid w:val="004F5537"/>
    <w:rsid w:val="004F5DC7"/>
    <w:rsid w:val="004F78DA"/>
    <w:rsid w:val="00502C52"/>
    <w:rsid w:val="00502CD7"/>
    <w:rsid w:val="005248C1"/>
    <w:rsid w:val="0052547E"/>
    <w:rsid w:val="00526134"/>
    <w:rsid w:val="00527F90"/>
    <w:rsid w:val="00532C5B"/>
    <w:rsid w:val="00535A94"/>
    <w:rsid w:val="005365F6"/>
    <w:rsid w:val="005427C8"/>
    <w:rsid w:val="005446D1"/>
    <w:rsid w:val="00544E79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0252F"/>
    <w:rsid w:val="00606BDB"/>
    <w:rsid w:val="006121D4"/>
    <w:rsid w:val="00613B49"/>
    <w:rsid w:val="00620E8E"/>
    <w:rsid w:val="00633CFE"/>
    <w:rsid w:val="00634FCA"/>
    <w:rsid w:val="006404B5"/>
    <w:rsid w:val="00641B10"/>
    <w:rsid w:val="006452B8"/>
    <w:rsid w:val="00646993"/>
    <w:rsid w:val="006479E9"/>
    <w:rsid w:val="00652E62"/>
    <w:rsid w:val="0065399E"/>
    <w:rsid w:val="0066594B"/>
    <w:rsid w:val="00673B5D"/>
    <w:rsid w:val="00676A9A"/>
    <w:rsid w:val="00687B62"/>
    <w:rsid w:val="00690C44"/>
    <w:rsid w:val="006969D9"/>
    <w:rsid w:val="006A2B68"/>
    <w:rsid w:val="006B19B1"/>
    <w:rsid w:val="006B635E"/>
    <w:rsid w:val="006C2F32"/>
    <w:rsid w:val="006D4448"/>
    <w:rsid w:val="006E2C4D"/>
    <w:rsid w:val="006E30CC"/>
    <w:rsid w:val="006E62A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44B18"/>
    <w:rsid w:val="007647DA"/>
    <w:rsid w:val="0076523B"/>
    <w:rsid w:val="00770C15"/>
    <w:rsid w:val="00771B60"/>
    <w:rsid w:val="00781D77"/>
    <w:rsid w:val="007860B7"/>
    <w:rsid w:val="00786DC8"/>
    <w:rsid w:val="007A1149"/>
    <w:rsid w:val="007B1F0D"/>
    <w:rsid w:val="007B74CE"/>
    <w:rsid w:val="007C454A"/>
    <w:rsid w:val="007C5B5D"/>
    <w:rsid w:val="007D439C"/>
    <w:rsid w:val="007D5A78"/>
    <w:rsid w:val="007E3BD1"/>
    <w:rsid w:val="007F1563"/>
    <w:rsid w:val="007F44DB"/>
    <w:rsid w:val="007F5A8B"/>
    <w:rsid w:val="0081194E"/>
    <w:rsid w:val="00817D51"/>
    <w:rsid w:val="00823530"/>
    <w:rsid w:val="00823FF4"/>
    <w:rsid w:val="00824338"/>
    <w:rsid w:val="00826664"/>
    <w:rsid w:val="008306E7"/>
    <w:rsid w:val="00833E94"/>
    <w:rsid w:val="00834BC8"/>
    <w:rsid w:val="00837FD6"/>
    <w:rsid w:val="00847B60"/>
    <w:rsid w:val="00850243"/>
    <w:rsid w:val="008538AE"/>
    <w:rsid w:val="008545EB"/>
    <w:rsid w:val="00856837"/>
    <w:rsid w:val="00865011"/>
    <w:rsid w:val="008724D8"/>
    <w:rsid w:val="00872DC3"/>
    <w:rsid w:val="00883C6C"/>
    <w:rsid w:val="00883CD0"/>
    <w:rsid w:val="00886790"/>
    <w:rsid w:val="008908DE"/>
    <w:rsid w:val="00894FBB"/>
    <w:rsid w:val="008A12ED"/>
    <w:rsid w:val="008A2EF1"/>
    <w:rsid w:val="008B2C77"/>
    <w:rsid w:val="008B4AD2"/>
    <w:rsid w:val="008E1B41"/>
    <w:rsid w:val="008E39BE"/>
    <w:rsid w:val="008E62EC"/>
    <w:rsid w:val="008E7B69"/>
    <w:rsid w:val="008F32F6"/>
    <w:rsid w:val="00903232"/>
    <w:rsid w:val="00916CD7"/>
    <w:rsid w:val="00920927"/>
    <w:rsid w:val="00921B38"/>
    <w:rsid w:val="00923720"/>
    <w:rsid w:val="00924FBA"/>
    <w:rsid w:val="0092586D"/>
    <w:rsid w:val="009278C9"/>
    <w:rsid w:val="009303A7"/>
    <w:rsid w:val="00951E12"/>
    <w:rsid w:val="009527CB"/>
    <w:rsid w:val="00953835"/>
    <w:rsid w:val="00960F6C"/>
    <w:rsid w:val="00964D87"/>
    <w:rsid w:val="00970747"/>
    <w:rsid w:val="0098725E"/>
    <w:rsid w:val="009A546F"/>
    <w:rsid w:val="009A5900"/>
    <w:rsid w:val="009C2650"/>
    <w:rsid w:val="009D15E2"/>
    <w:rsid w:val="009D15FE"/>
    <w:rsid w:val="009D5D2C"/>
    <w:rsid w:val="009E568C"/>
    <w:rsid w:val="009F0DCC"/>
    <w:rsid w:val="009F11CA"/>
    <w:rsid w:val="00A02100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94E9E"/>
    <w:rsid w:val="00AA1C6A"/>
    <w:rsid w:val="00AA5338"/>
    <w:rsid w:val="00AA6B1C"/>
    <w:rsid w:val="00AB1B8E"/>
    <w:rsid w:val="00AB386E"/>
    <w:rsid w:val="00AC0696"/>
    <w:rsid w:val="00AC488D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17F4"/>
    <w:rsid w:val="00B42C07"/>
    <w:rsid w:val="00B443EE"/>
    <w:rsid w:val="00B5380F"/>
    <w:rsid w:val="00B560C8"/>
    <w:rsid w:val="00B61150"/>
    <w:rsid w:val="00B65BC7"/>
    <w:rsid w:val="00B746B9"/>
    <w:rsid w:val="00B81294"/>
    <w:rsid w:val="00B848D4"/>
    <w:rsid w:val="00B865B7"/>
    <w:rsid w:val="00BA1CB1"/>
    <w:rsid w:val="00BA482D"/>
    <w:rsid w:val="00BB23F4"/>
    <w:rsid w:val="00BB45C2"/>
    <w:rsid w:val="00BC219A"/>
    <w:rsid w:val="00BC5075"/>
    <w:rsid w:val="00BD3B0F"/>
    <w:rsid w:val="00BF050A"/>
    <w:rsid w:val="00BF1D4C"/>
    <w:rsid w:val="00BF3F0A"/>
    <w:rsid w:val="00C0712B"/>
    <w:rsid w:val="00C143C3"/>
    <w:rsid w:val="00C1739B"/>
    <w:rsid w:val="00C26067"/>
    <w:rsid w:val="00C30A29"/>
    <w:rsid w:val="00C317DC"/>
    <w:rsid w:val="00C31D5C"/>
    <w:rsid w:val="00C42B79"/>
    <w:rsid w:val="00C578E9"/>
    <w:rsid w:val="00C61FC7"/>
    <w:rsid w:val="00C703E2"/>
    <w:rsid w:val="00C70626"/>
    <w:rsid w:val="00C72860"/>
    <w:rsid w:val="00C73B90"/>
    <w:rsid w:val="00C75B9E"/>
    <w:rsid w:val="00C87E0C"/>
    <w:rsid w:val="00C96AF3"/>
    <w:rsid w:val="00C97CCC"/>
    <w:rsid w:val="00CA0274"/>
    <w:rsid w:val="00CA2781"/>
    <w:rsid w:val="00CA303F"/>
    <w:rsid w:val="00CB746F"/>
    <w:rsid w:val="00CC451E"/>
    <w:rsid w:val="00CD4E9D"/>
    <w:rsid w:val="00CD4F4D"/>
    <w:rsid w:val="00CD6C82"/>
    <w:rsid w:val="00CE7D19"/>
    <w:rsid w:val="00CF0CF5"/>
    <w:rsid w:val="00CF2B3E"/>
    <w:rsid w:val="00CF55C3"/>
    <w:rsid w:val="00D0201F"/>
    <w:rsid w:val="00D03685"/>
    <w:rsid w:val="00D07D4E"/>
    <w:rsid w:val="00D115AA"/>
    <w:rsid w:val="00D145BE"/>
    <w:rsid w:val="00D15235"/>
    <w:rsid w:val="00D162F4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75D8D"/>
    <w:rsid w:val="00D810DE"/>
    <w:rsid w:val="00D87D32"/>
    <w:rsid w:val="00D92C83"/>
    <w:rsid w:val="00D9485C"/>
    <w:rsid w:val="00DA0A81"/>
    <w:rsid w:val="00DA3C10"/>
    <w:rsid w:val="00DA4E73"/>
    <w:rsid w:val="00DA53B5"/>
    <w:rsid w:val="00DB34AB"/>
    <w:rsid w:val="00DB7EAC"/>
    <w:rsid w:val="00DC1D69"/>
    <w:rsid w:val="00DC5A3A"/>
    <w:rsid w:val="00DC7808"/>
    <w:rsid w:val="00DD23F8"/>
    <w:rsid w:val="00DF3550"/>
    <w:rsid w:val="00E048B1"/>
    <w:rsid w:val="00E238E6"/>
    <w:rsid w:val="00E246B1"/>
    <w:rsid w:val="00E35064"/>
    <w:rsid w:val="00E438C3"/>
    <w:rsid w:val="00E501F0"/>
    <w:rsid w:val="00E50441"/>
    <w:rsid w:val="00E52F36"/>
    <w:rsid w:val="00E76F4C"/>
    <w:rsid w:val="00E87CFD"/>
    <w:rsid w:val="00E91BFF"/>
    <w:rsid w:val="00E92933"/>
    <w:rsid w:val="00EA073B"/>
    <w:rsid w:val="00EA3B97"/>
    <w:rsid w:val="00EB0AA4"/>
    <w:rsid w:val="00EB58C7"/>
    <w:rsid w:val="00EB5C88"/>
    <w:rsid w:val="00EC0469"/>
    <w:rsid w:val="00ED3A3C"/>
    <w:rsid w:val="00EF01E0"/>
    <w:rsid w:val="00EF01F8"/>
    <w:rsid w:val="00EF40EF"/>
    <w:rsid w:val="00F07C48"/>
    <w:rsid w:val="00F13089"/>
    <w:rsid w:val="00F1480E"/>
    <w:rsid w:val="00F1497D"/>
    <w:rsid w:val="00F16AAC"/>
    <w:rsid w:val="00F262E3"/>
    <w:rsid w:val="00F35A6A"/>
    <w:rsid w:val="00F438FC"/>
    <w:rsid w:val="00F5616F"/>
    <w:rsid w:val="00F56827"/>
    <w:rsid w:val="00F65EF0"/>
    <w:rsid w:val="00F70A45"/>
    <w:rsid w:val="00F71651"/>
    <w:rsid w:val="00F73518"/>
    <w:rsid w:val="00F75B52"/>
    <w:rsid w:val="00F76CC6"/>
    <w:rsid w:val="00F8438C"/>
    <w:rsid w:val="00FA0FCF"/>
    <w:rsid w:val="00FA46FB"/>
    <w:rsid w:val="00FD32BC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19FE85"/>
  <w15:docId w15:val="{30CF68F1-020D-4D0B-BD46-A10F7555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69528">
              <w:marLeft w:val="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96C50BC507D44A32192D5FB944807" ma:contentTypeVersion="" ma:contentTypeDescription="Create a new document." ma:contentTypeScope="" ma:versionID="e2511b96ab583211760ad4f02a6eff7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6b714a-fe91-4be3-824a-638926157246" targetNamespace="http://schemas.microsoft.com/office/2006/metadata/properties" ma:root="true" ma:fieldsID="39b6bbfa2204b52a9504984300633424" ns1:_="" ns2:_="" ns3:_="">
    <xsd:import namespace="http://schemas.microsoft.com/sharepoint/v3"/>
    <xsd:import namespace="d50bbff7-d6dd-47d2-864a-cfdc2c3db0f4"/>
    <xsd:import namespace="d66b714a-fe91-4be3-824a-6389261572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6b714a-fe91-4be3-824a-638926157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A1D9A-80CA-47AD-952F-D2DBAEAE7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6b714a-fe91-4be3-824a-6389261572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d66b714a-fe91-4be3-824a-63892615724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1FAE88-170E-4778-8E86-EBE60AF1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(2).dotx</Template>
  <TotalTime>343</TotalTime>
  <Pages>4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Skills Impact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Jenni Oldfield</dc:creator>
  <cp:lastModifiedBy>Danni McDonald</cp:lastModifiedBy>
  <cp:revision>44</cp:revision>
  <cp:lastPrinted>2016-05-27T05:21:00Z</cp:lastPrinted>
  <dcterms:created xsi:type="dcterms:W3CDTF">2020-01-16T01:42:00Z</dcterms:created>
  <dcterms:modified xsi:type="dcterms:W3CDTF">2020-11-02T09:38:00Z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0x0101003AF96C50BC507D44A32192D5FB944807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